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C25EE8" w14:textId="77777777" w:rsidR="00CA5A34" w:rsidRDefault="00CA5A34" w:rsidP="00D43B60">
      <w:pPr>
        <w:pStyle w:val="PIDachzeile"/>
        <w:tabs>
          <w:tab w:val="left" w:pos="1309"/>
        </w:tabs>
        <w:ind w:right="3490"/>
        <w:rPr>
          <w:i w:val="0"/>
          <w:iCs w:val="0"/>
          <w:color w:val="000000" w:themeColor="text1"/>
          <w:szCs w:val="22"/>
        </w:rPr>
      </w:pPr>
    </w:p>
    <w:p w14:paraId="4BC4F051" w14:textId="6CB235AF" w:rsidR="00B01DFB" w:rsidRPr="00AC066F" w:rsidRDefault="00E068CB" w:rsidP="00D43B60">
      <w:pPr>
        <w:pStyle w:val="PIDachzeile"/>
        <w:tabs>
          <w:tab w:val="left" w:pos="1309"/>
        </w:tabs>
        <w:ind w:right="3490"/>
        <w:rPr>
          <w:i w:val="0"/>
          <w:iCs w:val="0"/>
          <w:color w:val="000000" w:themeColor="text1"/>
          <w:szCs w:val="22"/>
        </w:rPr>
      </w:pPr>
      <w:r w:rsidRPr="00AC066F">
        <w:rPr>
          <w:b/>
          <w:bCs/>
          <w:i w:val="0"/>
          <w:noProof/>
          <w:color w:val="000000" w:themeColor="text1"/>
          <w:sz w:val="28"/>
          <w:szCs w:val="28"/>
          <w:u w:val="none"/>
        </w:rPr>
        <mc:AlternateContent>
          <mc:Choice Requires="wps">
            <w:drawing>
              <wp:anchor distT="0" distB="0" distL="114300" distR="114300" simplePos="0" relativeHeight="251662336" behindDoc="0" locked="0" layoutInCell="1" allowOverlap="1" wp14:anchorId="32B6097A" wp14:editId="0C965E65">
                <wp:simplePos x="0" y="0"/>
                <wp:positionH relativeFrom="column">
                  <wp:posOffset>3639765</wp:posOffset>
                </wp:positionH>
                <wp:positionV relativeFrom="paragraph">
                  <wp:posOffset>285308</wp:posOffset>
                </wp:positionV>
                <wp:extent cx="2633980" cy="4715124"/>
                <wp:effectExtent l="0" t="0" r="0" b="9525"/>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471512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47607D" w14:paraId="5B94C3E8" w14:textId="77777777">
                              <w:trPr>
                                <w:cantSplit/>
                                <w:trHeight w:hRule="exact" w:val="567"/>
                              </w:trPr>
                              <w:tc>
                                <w:tcPr>
                                  <w:tcW w:w="3864" w:type="dxa"/>
                                  <w:tcBorders>
                                    <w:right w:val="single" w:sz="6" w:space="0" w:color="auto"/>
                                  </w:tcBorders>
                                  <w:tcMar>
                                    <w:right w:w="170" w:type="dxa"/>
                                  </w:tcMar>
                                </w:tcPr>
                                <w:p w14:paraId="2FBC083C" w14:textId="77777777" w:rsidR="0047607D" w:rsidRDefault="0047607D">
                                  <w:pPr>
                                    <w:pStyle w:val="PIKontakt"/>
                                    <w:tabs>
                                      <w:tab w:val="left" w:pos="3600"/>
                                    </w:tabs>
                                  </w:pPr>
                                </w:p>
                              </w:tc>
                            </w:tr>
                            <w:tr w:rsidR="0047607D" w14:paraId="626F993A" w14:textId="77777777">
                              <w:tc>
                                <w:tcPr>
                                  <w:tcW w:w="3864" w:type="dxa"/>
                                  <w:tcBorders>
                                    <w:right w:val="single" w:sz="6" w:space="0" w:color="auto"/>
                                  </w:tcBorders>
                                  <w:tcMar>
                                    <w:right w:w="170" w:type="dxa"/>
                                  </w:tcMar>
                                </w:tcPr>
                                <w:p w14:paraId="752C7A83" w14:textId="77777777" w:rsidR="0047607D" w:rsidRPr="00236F0F" w:rsidRDefault="00E068CB">
                                  <w:pPr>
                                    <w:pStyle w:val="PIKontakt"/>
                                    <w:rPr>
                                      <w:b/>
                                    </w:rPr>
                                  </w:pPr>
                                  <w:r w:rsidRPr="00236F0F">
                                    <w:rPr>
                                      <w:b/>
                                    </w:rPr>
                                    <w:t>Unternehmenskommunikation</w:t>
                                  </w:r>
                                </w:p>
                                <w:p w14:paraId="4664EE9F" w14:textId="77777777" w:rsidR="00E068CB" w:rsidRPr="00236F0F" w:rsidRDefault="00E068CB" w:rsidP="00E068CB">
                                  <w:pPr>
                                    <w:pStyle w:val="PIKontakt"/>
                                    <w:tabs>
                                      <w:tab w:val="left" w:pos="2880"/>
                                    </w:tabs>
                                  </w:pPr>
                                  <w:r w:rsidRPr="00236F0F">
                                    <w:t>Dr. Carola Hilbrand</w:t>
                                  </w:r>
                                  <w:r w:rsidRPr="00236F0F">
                                    <w:br/>
                                    <w:t>Tel.: 02772/505-2527</w:t>
                                  </w:r>
                                  <w:r w:rsidRPr="00236F0F">
                                    <w:br/>
                                    <w:t>E-Mail: hilbrand.c@rittal.de</w:t>
                                  </w:r>
                                </w:p>
                                <w:p w14:paraId="29232D7E" w14:textId="77777777" w:rsidR="00A54B80" w:rsidRPr="00236F0F" w:rsidRDefault="00E068CB" w:rsidP="00A54B80">
                                  <w:pPr>
                                    <w:pStyle w:val="PIKontakt"/>
                                  </w:pPr>
                                  <w:r w:rsidRPr="00236F0F">
                                    <w:t>Rittal GmbH &amp; Co. KG</w:t>
                                  </w:r>
                                  <w:r w:rsidRPr="00236F0F">
                                    <w:br/>
                                    <w:t>Auf dem Stützelberg</w:t>
                                  </w:r>
                                  <w:r w:rsidRPr="00236F0F">
                                    <w:br/>
                                    <w:t>35745 Herborn</w:t>
                                  </w:r>
                                  <w:r w:rsidRPr="00236F0F">
                                    <w:br/>
                                  </w:r>
                                  <w:hyperlink r:id="rId13" w:history="1">
                                    <w:r w:rsidR="000F4C35" w:rsidRPr="00236F0F">
                                      <w:rPr>
                                        <w:rStyle w:val="Hyperlink"/>
                                        <w:color w:val="auto"/>
                                        <w:u w:val="none"/>
                                      </w:rPr>
                                      <w:t>www.rittal.de</w:t>
                                    </w:r>
                                  </w:hyperlink>
                                </w:p>
                                <w:p w14:paraId="45950B8C" w14:textId="77777777" w:rsidR="000F4C35" w:rsidRPr="00236F0F" w:rsidRDefault="000F4C35" w:rsidP="000F4C35">
                                  <w:pPr>
                                    <w:pStyle w:val="PIKontakt"/>
                                  </w:pPr>
                                  <w:r w:rsidRPr="00236F0F">
                                    <w:t>Hans-Robert Koch</w:t>
                                  </w:r>
                                  <w:r w:rsidRPr="00236F0F">
                                    <w:br/>
                                    <w:t>Tel.: 02772/505-2693</w:t>
                                  </w:r>
                                  <w:r w:rsidRPr="00236F0F">
                                    <w:br/>
                                    <w:t xml:space="preserve">E-Mail: </w:t>
                                  </w:r>
                                  <w:hyperlink r:id="rId14" w:history="1">
                                    <w:r w:rsidRPr="00236F0F">
                                      <w:rPr>
                                        <w:rStyle w:val="Hyperlink"/>
                                        <w:color w:val="auto"/>
                                        <w:u w:val="none"/>
                                      </w:rPr>
                                      <w:t>koch.hr@rittal.de</w:t>
                                    </w:r>
                                  </w:hyperlink>
                                </w:p>
                                <w:p w14:paraId="01E8CC5C" w14:textId="77777777" w:rsidR="000F4C35" w:rsidRPr="00236F0F" w:rsidRDefault="000F4C35" w:rsidP="000F4C35">
                                  <w:pPr>
                                    <w:pStyle w:val="PIKontakt"/>
                                  </w:pPr>
                                  <w:r w:rsidRPr="00236F0F">
                                    <w:t>Steffen Maltzan</w:t>
                                  </w:r>
                                  <w:r w:rsidRPr="00236F0F">
                                    <w:br/>
                                    <w:t>Tel.: 02772/505-2680</w:t>
                                  </w:r>
                                  <w:r w:rsidRPr="00236F0F">
                                    <w:br/>
                                    <w:t xml:space="preserve">E-Mail: maltzan.s@rittal.de </w:t>
                                  </w:r>
                                </w:p>
                                <w:p w14:paraId="5AF4985F" w14:textId="77777777" w:rsidR="000F4C35" w:rsidRPr="00236F0F" w:rsidRDefault="000F4C35" w:rsidP="000F4C35">
                                  <w:pPr>
                                    <w:pStyle w:val="PIKontakt"/>
                                  </w:pPr>
                                  <w:r w:rsidRPr="00236F0F">
                                    <w:t>Rittal GmbH &amp; Co. KG</w:t>
                                  </w:r>
                                  <w:r w:rsidRPr="00236F0F">
                                    <w:br/>
                                    <w:t>Auf dem Stützelberg</w:t>
                                  </w:r>
                                  <w:r w:rsidRPr="00236F0F">
                                    <w:br/>
                                    <w:t>35745 Herborn</w:t>
                                  </w:r>
                                  <w:r w:rsidRPr="00236F0F">
                                    <w:br/>
                                    <w:t>www.rittal.de</w:t>
                                  </w:r>
                                </w:p>
                                <w:p w14:paraId="74866222" w14:textId="77777777" w:rsidR="0047607D" w:rsidRPr="00236F0F" w:rsidRDefault="0047607D" w:rsidP="00AE7A7A">
                                  <w:pPr>
                                    <w:pStyle w:val="PIKontakt"/>
                                  </w:pPr>
                                </w:p>
                              </w:tc>
                            </w:tr>
                            <w:tr w:rsidR="0047607D" w14:paraId="7B57A530" w14:textId="77777777">
                              <w:trPr>
                                <w:trHeight w:val="1418"/>
                              </w:trPr>
                              <w:tc>
                                <w:tcPr>
                                  <w:tcW w:w="3864" w:type="dxa"/>
                                  <w:tcBorders>
                                    <w:right w:val="single" w:sz="6" w:space="0" w:color="auto"/>
                                  </w:tcBorders>
                                  <w:tcMar>
                                    <w:right w:w="170" w:type="dxa"/>
                                  </w:tcMar>
                                </w:tcPr>
                                <w:p w14:paraId="6E562F0B" w14:textId="77777777" w:rsidR="0047607D" w:rsidRDefault="0047607D">
                                  <w:pPr>
                                    <w:pStyle w:val="PIKontakt"/>
                                    <w:tabs>
                                      <w:tab w:val="left" w:pos="3600"/>
                                    </w:tabs>
                                  </w:pPr>
                                </w:p>
                              </w:tc>
                            </w:tr>
                          </w:tbl>
                          <w:p w14:paraId="6C692DBA" w14:textId="77777777" w:rsidR="0047607D" w:rsidRDefault="0047607D" w:rsidP="0047607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B6097A" id="_x0000_t202" coordsize="21600,21600" o:spt="202" path="m,l,21600r21600,l21600,xe">
                <v:stroke joinstyle="miter"/>
                <v:path gradientshapeok="t" o:connecttype="rect"/>
              </v:shapetype>
              <v:shape id="Text Box 5" o:spid="_x0000_s1026" type="#_x0000_t202" style="position:absolute;margin-left:286.6pt;margin-top:22.45pt;width:207.4pt;height:371.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47607D" w14:paraId="5B94C3E8" w14:textId="77777777">
                        <w:trPr>
                          <w:cantSplit/>
                          <w:trHeight w:hRule="exact" w:val="567"/>
                        </w:trPr>
                        <w:tc>
                          <w:tcPr>
                            <w:tcW w:w="3864" w:type="dxa"/>
                            <w:tcBorders>
                              <w:right w:val="single" w:sz="6" w:space="0" w:color="auto"/>
                            </w:tcBorders>
                            <w:tcMar>
                              <w:right w:w="170" w:type="dxa"/>
                            </w:tcMar>
                          </w:tcPr>
                          <w:p w14:paraId="2FBC083C" w14:textId="77777777" w:rsidR="0047607D" w:rsidRDefault="0047607D">
                            <w:pPr>
                              <w:pStyle w:val="PIKontakt"/>
                              <w:tabs>
                                <w:tab w:val="left" w:pos="3600"/>
                              </w:tabs>
                            </w:pPr>
                          </w:p>
                        </w:tc>
                      </w:tr>
                      <w:tr w:rsidR="0047607D" w14:paraId="626F993A" w14:textId="77777777">
                        <w:tc>
                          <w:tcPr>
                            <w:tcW w:w="3864" w:type="dxa"/>
                            <w:tcBorders>
                              <w:right w:val="single" w:sz="6" w:space="0" w:color="auto"/>
                            </w:tcBorders>
                            <w:tcMar>
                              <w:right w:w="170" w:type="dxa"/>
                            </w:tcMar>
                          </w:tcPr>
                          <w:p w14:paraId="752C7A83" w14:textId="77777777" w:rsidR="0047607D" w:rsidRPr="00236F0F" w:rsidRDefault="00E068CB">
                            <w:pPr>
                              <w:pStyle w:val="PIKontakt"/>
                              <w:rPr>
                                <w:b/>
                              </w:rPr>
                            </w:pPr>
                            <w:r w:rsidRPr="00236F0F">
                              <w:rPr>
                                <w:b/>
                              </w:rPr>
                              <w:t>Unternehmenskommunikation</w:t>
                            </w:r>
                          </w:p>
                          <w:p w14:paraId="4664EE9F" w14:textId="77777777" w:rsidR="00E068CB" w:rsidRPr="00236F0F" w:rsidRDefault="00E068CB" w:rsidP="00E068CB">
                            <w:pPr>
                              <w:pStyle w:val="PIKontakt"/>
                              <w:tabs>
                                <w:tab w:val="left" w:pos="2880"/>
                              </w:tabs>
                            </w:pPr>
                            <w:r w:rsidRPr="00236F0F">
                              <w:t>Dr. Carola Hilbrand</w:t>
                            </w:r>
                            <w:r w:rsidRPr="00236F0F">
                              <w:br/>
                              <w:t>Tel.: 02772/505-2527</w:t>
                            </w:r>
                            <w:r w:rsidRPr="00236F0F">
                              <w:br/>
                              <w:t>E-Mail: hilbrand.c@rittal.de</w:t>
                            </w:r>
                          </w:p>
                          <w:p w14:paraId="29232D7E" w14:textId="77777777" w:rsidR="00A54B80" w:rsidRPr="00236F0F" w:rsidRDefault="00E068CB" w:rsidP="00A54B80">
                            <w:pPr>
                              <w:pStyle w:val="PIKontakt"/>
                            </w:pPr>
                            <w:r w:rsidRPr="00236F0F">
                              <w:t>Rittal GmbH &amp; Co. KG</w:t>
                            </w:r>
                            <w:r w:rsidRPr="00236F0F">
                              <w:br/>
                              <w:t>Auf dem Stützelberg</w:t>
                            </w:r>
                            <w:r w:rsidRPr="00236F0F">
                              <w:br/>
                              <w:t>35745 Herborn</w:t>
                            </w:r>
                            <w:r w:rsidRPr="00236F0F">
                              <w:br/>
                            </w:r>
                            <w:hyperlink r:id="rId15" w:history="1">
                              <w:r w:rsidR="000F4C35" w:rsidRPr="00236F0F">
                                <w:rPr>
                                  <w:rStyle w:val="Hyperlink"/>
                                  <w:color w:val="auto"/>
                                  <w:u w:val="none"/>
                                </w:rPr>
                                <w:t>www.rittal.de</w:t>
                              </w:r>
                            </w:hyperlink>
                          </w:p>
                          <w:p w14:paraId="45950B8C" w14:textId="77777777" w:rsidR="000F4C35" w:rsidRPr="00236F0F" w:rsidRDefault="000F4C35" w:rsidP="000F4C35">
                            <w:pPr>
                              <w:pStyle w:val="PIKontakt"/>
                            </w:pPr>
                            <w:r w:rsidRPr="00236F0F">
                              <w:t>Hans-Robert Koch</w:t>
                            </w:r>
                            <w:r w:rsidRPr="00236F0F">
                              <w:br/>
                              <w:t>Tel.: 02772/505-2693</w:t>
                            </w:r>
                            <w:r w:rsidRPr="00236F0F">
                              <w:br/>
                              <w:t xml:space="preserve">E-Mail: </w:t>
                            </w:r>
                            <w:hyperlink r:id="rId16" w:history="1">
                              <w:r w:rsidRPr="00236F0F">
                                <w:rPr>
                                  <w:rStyle w:val="Hyperlink"/>
                                  <w:color w:val="auto"/>
                                  <w:u w:val="none"/>
                                </w:rPr>
                                <w:t>koch.hr@rittal.de</w:t>
                              </w:r>
                            </w:hyperlink>
                          </w:p>
                          <w:p w14:paraId="01E8CC5C" w14:textId="77777777" w:rsidR="000F4C35" w:rsidRPr="00236F0F" w:rsidRDefault="000F4C35" w:rsidP="000F4C35">
                            <w:pPr>
                              <w:pStyle w:val="PIKontakt"/>
                            </w:pPr>
                            <w:r w:rsidRPr="00236F0F">
                              <w:t>Steffen Maltzan</w:t>
                            </w:r>
                            <w:r w:rsidRPr="00236F0F">
                              <w:br/>
                              <w:t>Tel.: 02772/505-2680</w:t>
                            </w:r>
                            <w:r w:rsidRPr="00236F0F">
                              <w:br/>
                              <w:t xml:space="preserve">E-Mail: maltzan.s@rittal.de </w:t>
                            </w:r>
                          </w:p>
                          <w:p w14:paraId="5AF4985F" w14:textId="77777777" w:rsidR="000F4C35" w:rsidRPr="00236F0F" w:rsidRDefault="000F4C35" w:rsidP="000F4C35">
                            <w:pPr>
                              <w:pStyle w:val="PIKontakt"/>
                            </w:pPr>
                            <w:r w:rsidRPr="00236F0F">
                              <w:t>Rittal GmbH &amp; Co. KG</w:t>
                            </w:r>
                            <w:r w:rsidRPr="00236F0F">
                              <w:br/>
                              <w:t>Auf dem Stützelberg</w:t>
                            </w:r>
                            <w:r w:rsidRPr="00236F0F">
                              <w:br/>
                              <w:t>35745 Herborn</w:t>
                            </w:r>
                            <w:r w:rsidRPr="00236F0F">
                              <w:br/>
                              <w:t>www.rittal.de</w:t>
                            </w:r>
                          </w:p>
                          <w:p w14:paraId="74866222" w14:textId="77777777" w:rsidR="0047607D" w:rsidRPr="00236F0F" w:rsidRDefault="0047607D" w:rsidP="00AE7A7A">
                            <w:pPr>
                              <w:pStyle w:val="PIKontakt"/>
                            </w:pPr>
                          </w:p>
                        </w:tc>
                      </w:tr>
                      <w:tr w:rsidR="0047607D" w14:paraId="7B57A530" w14:textId="77777777">
                        <w:trPr>
                          <w:trHeight w:val="1418"/>
                        </w:trPr>
                        <w:tc>
                          <w:tcPr>
                            <w:tcW w:w="3864" w:type="dxa"/>
                            <w:tcBorders>
                              <w:right w:val="single" w:sz="6" w:space="0" w:color="auto"/>
                            </w:tcBorders>
                            <w:tcMar>
                              <w:right w:w="170" w:type="dxa"/>
                            </w:tcMar>
                          </w:tcPr>
                          <w:p w14:paraId="6E562F0B" w14:textId="77777777" w:rsidR="0047607D" w:rsidRDefault="0047607D">
                            <w:pPr>
                              <w:pStyle w:val="PIKontakt"/>
                              <w:tabs>
                                <w:tab w:val="left" w:pos="3600"/>
                              </w:tabs>
                            </w:pPr>
                          </w:p>
                        </w:tc>
                      </w:tr>
                    </w:tbl>
                    <w:p w14:paraId="6C692DBA" w14:textId="77777777" w:rsidR="0047607D" w:rsidRDefault="0047607D" w:rsidP="0047607D"/>
                  </w:txbxContent>
                </v:textbox>
              </v:shape>
            </w:pict>
          </mc:Fallback>
        </mc:AlternateContent>
      </w:r>
      <w:r w:rsidR="008F50F5" w:rsidRPr="00AC066F">
        <w:rPr>
          <w:i w:val="0"/>
          <w:iCs w:val="0"/>
          <w:color w:val="000000" w:themeColor="text1"/>
          <w:szCs w:val="22"/>
        </w:rPr>
        <w:t xml:space="preserve">Rittal </w:t>
      </w:r>
      <w:r w:rsidR="00B01DFB" w:rsidRPr="00AC066F">
        <w:rPr>
          <w:i w:val="0"/>
          <w:iCs w:val="0"/>
          <w:color w:val="000000" w:themeColor="text1"/>
          <w:szCs w:val="22"/>
        </w:rPr>
        <w:t>RiPanel: neuer Schaltschrank-Konfigurator</w:t>
      </w:r>
    </w:p>
    <w:p w14:paraId="10ED47BC" w14:textId="2314BEE3" w:rsidR="0047607D" w:rsidRPr="00AC066F" w:rsidRDefault="007F3CCD" w:rsidP="00D43B60">
      <w:pPr>
        <w:pStyle w:val="PIDachzeile"/>
        <w:tabs>
          <w:tab w:val="left" w:pos="5580"/>
        </w:tabs>
        <w:ind w:right="3490"/>
        <w:rPr>
          <w:b/>
          <w:bCs/>
          <w:i w:val="0"/>
          <w:noProof/>
          <w:color w:val="000000" w:themeColor="text1"/>
          <w:sz w:val="28"/>
          <w:szCs w:val="28"/>
          <w:u w:val="none"/>
        </w:rPr>
      </w:pPr>
      <w:r w:rsidRPr="00AC066F">
        <w:rPr>
          <w:b/>
          <w:bCs/>
          <w:i w:val="0"/>
          <w:noProof/>
          <w:color w:val="000000" w:themeColor="text1"/>
          <w:sz w:val="28"/>
          <w:szCs w:val="28"/>
          <w:u w:val="none"/>
        </w:rPr>
        <w:t xml:space="preserve">Einfach wie nie – </w:t>
      </w:r>
      <w:r w:rsidR="00B01DFB" w:rsidRPr="00AC066F">
        <w:rPr>
          <w:b/>
          <w:bCs/>
          <w:i w:val="0"/>
          <w:noProof/>
          <w:color w:val="000000" w:themeColor="text1"/>
          <w:sz w:val="28"/>
          <w:szCs w:val="28"/>
          <w:u w:val="none"/>
        </w:rPr>
        <w:t>Schaltschr</w:t>
      </w:r>
      <w:r w:rsidR="005F7749" w:rsidRPr="00AC066F">
        <w:rPr>
          <w:b/>
          <w:bCs/>
          <w:i w:val="0"/>
          <w:noProof/>
          <w:color w:val="000000" w:themeColor="text1"/>
          <w:sz w:val="28"/>
          <w:szCs w:val="28"/>
          <w:u w:val="none"/>
        </w:rPr>
        <w:t>ä</w:t>
      </w:r>
      <w:r w:rsidR="00B01DFB" w:rsidRPr="00AC066F">
        <w:rPr>
          <w:b/>
          <w:bCs/>
          <w:i w:val="0"/>
          <w:noProof/>
          <w:color w:val="000000" w:themeColor="text1"/>
          <w:sz w:val="28"/>
          <w:szCs w:val="28"/>
          <w:u w:val="none"/>
        </w:rPr>
        <w:t>nk</w:t>
      </w:r>
      <w:r w:rsidR="005F7749" w:rsidRPr="00AC066F">
        <w:rPr>
          <w:b/>
          <w:bCs/>
          <w:i w:val="0"/>
          <w:noProof/>
          <w:color w:val="000000" w:themeColor="text1"/>
          <w:sz w:val="28"/>
          <w:szCs w:val="28"/>
          <w:u w:val="none"/>
        </w:rPr>
        <w:t>e</w:t>
      </w:r>
      <w:r w:rsidR="00976FE1" w:rsidRPr="00AC066F">
        <w:rPr>
          <w:b/>
          <w:bCs/>
          <w:i w:val="0"/>
          <w:noProof/>
          <w:color w:val="000000" w:themeColor="text1"/>
          <w:sz w:val="28"/>
          <w:szCs w:val="28"/>
          <w:u w:val="none"/>
        </w:rPr>
        <w:t xml:space="preserve"> </w:t>
      </w:r>
      <w:r w:rsidR="005F7749" w:rsidRPr="00AC066F">
        <w:rPr>
          <w:b/>
          <w:bCs/>
          <w:i w:val="0"/>
          <w:noProof/>
          <w:color w:val="000000" w:themeColor="text1"/>
          <w:sz w:val="28"/>
          <w:szCs w:val="28"/>
          <w:u w:val="none"/>
        </w:rPr>
        <w:t>individuell</w:t>
      </w:r>
      <w:r w:rsidR="00976FE1" w:rsidRPr="00AC066F">
        <w:rPr>
          <w:b/>
          <w:bCs/>
          <w:i w:val="0"/>
          <w:noProof/>
          <w:color w:val="000000" w:themeColor="text1"/>
          <w:sz w:val="28"/>
          <w:szCs w:val="28"/>
          <w:u w:val="none"/>
        </w:rPr>
        <w:t xml:space="preserve"> </w:t>
      </w:r>
      <w:r w:rsidR="00B01DFB" w:rsidRPr="00AC066F">
        <w:rPr>
          <w:b/>
          <w:bCs/>
          <w:i w:val="0"/>
          <w:noProof/>
          <w:color w:val="000000" w:themeColor="text1"/>
          <w:sz w:val="28"/>
          <w:szCs w:val="28"/>
          <w:u w:val="none"/>
        </w:rPr>
        <w:t>konfigurieren und</w:t>
      </w:r>
      <w:r w:rsidR="005F7749" w:rsidRPr="00AC066F">
        <w:rPr>
          <w:b/>
          <w:bCs/>
          <w:i w:val="0"/>
          <w:noProof/>
          <w:color w:val="000000" w:themeColor="text1"/>
          <w:sz w:val="28"/>
          <w:szCs w:val="28"/>
          <w:u w:val="none"/>
        </w:rPr>
        <w:t xml:space="preserve"> </w:t>
      </w:r>
      <w:r w:rsidR="00B01DFB" w:rsidRPr="00AC066F">
        <w:rPr>
          <w:b/>
          <w:bCs/>
          <w:i w:val="0"/>
          <w:noProof/>
          <w:color w:val="000000" w:themeColor="text1"/>
          <w:sz w:val="28"/>
          <w:szCs w:val="28"/>
          <w:u w:val="none"/>
        </w:rPr>
        <w:t xml:space="preserve">bestellen </w:t>
      </w:r>
    </w:p>
    <w:p w14:paraId="6BFDA319" w14:textId="06D40339" w:rsidR="00EC1993" w:rsidRPr="00AC066F" w:rsidRDefault="00CA5A34" w:rsidP="00E4735F">
      <w:pPr>
        <w:spacing w:after="120" w:line="312" w:lineRule="auto"/>
        <w:ind w:right="3493"/>
        <w:rPr>
          <w:rFonts w:ascii="Arial" w:hAnsi="Arial" w:cs="Arial"/>
          <w:b/>
          <w:color w:val="000000" w:themeColor="text1"/>
          <w:sz w:val="22"/>
        </w:rPr>
      </w:pPr>
      <w:r>
        <w:rPr>
          <w:rFonts w:ascii="Arial" w:hAnsi="Arial" w:cs="Arial"/>
          <w:b/>
          <w:color w:val="000000" w:themeColor="text1"/>
          <w:sz w:val="22"/>
        </w:rPr>
        <w:t>K</w:t>
      </w:r>
      <w:r w:rsidR="00EC1993" w:rsidRPr="00AC066F">
        <w:rPr>
          <w:rFonts w:ascii="Arial" w:hAnsi="Arial" w:cs="Arial"/>
          <w:b/>
          <w:color w:val="000000" w:themeColor="text1"/>
          <w:sz w:val="22"/>
        </w:rPr>
        <w:t xml:space="preserve">omplexe Produkte wie </w:t>
      </w:r>
      <w:r w:rsidR="0000260C" w:rsidRPr="00AC066F">
        <w:rPr>
          <w:rFonts w:ascii="Arial" w:hAnsi="Arial" w:cs="Arial"/>
          <w:b/>
          <w:color w:val="000000" w:themeColor="text1"/>
          <w:sz w:val="22"/>
        </w:rPr>
        <w:t>Schaltschr</w:t>
      </w:r>
      <w:r w:rsidR="00EC1993" w:rsidRPr="00AC066F">
        <w:rPr>
          <w:rFonts w:ascii="Arial" w:hAnsi="Arial" w:cs="Arial"/>
          <w:b/>
          <w:color w:val="000000" w:themeColor="text1"/>
          <w:sz w:val="22"/>
        </w:rPr>
        <w:t>anksysteme einfach in 3D planen, individuell konfigurieren und dank</w:t>
      </w:r>
      <w:r w:rsidR="00BD6599" w:rsidRPr="00AC066F">
        <w:rPr>
          <w:rFonts w:ascii="Arial" w:hAnsi="Arial" w:cs="Arial"/>
          <w:b/>
          <w:color w:val="000000" w:themeColor="text1"/>
          <w:sz w:val="22"/>
        </w:rPr>
        <w:t xml:space="preserve"> direkter</w:t>
      </w:r>
      <w:r w:rsidR="00EC1993" w:rsidRPr="00AC066F">
        <w:rPr>
          <w:rFonts w:ascii="Arial" w:hAnsi="Arial" w:cs="Arial"/>
          <w:b/>
          <w:color w:val="000000" w:themeColor="text1"/>
          <w:sz w:val="22"/>
        </w:rPr>
        <w:t xml:space="preserve"> Preisauskunft schnell bestellen</w:t>
      </w:r>
      <w:r>
        <w:rPr>
          <w:rFonts w:ascii="Arial" w:hAnsi="Arial" w:cs="Arial"/>
          <w:b/>
          <w:color w:val="000000" w:themeColor="text1"/>
          <w:sz w:val="22"/>
        </w:rPr>
        <w:t>:</w:t>
      </w:r>
      <w:r w:rsidR="00EC1993" w:rsidRPr="00AC066F">
        <w:rPr>
          <w:rFonts w:ascii="Arial" w:hAnsi="Arial" w:cs="Arial"/>
          <w:b/>
          <w:color w:val="000000" w:themeColor="text1"/>
          <w:sz w:val="22"/>
        </w:rPr>
        <w:t xml:space="preserve"> </w:t>
      </w:r>
      <w:r w:rsidR="00E4735F" w:rsidRPr="00AC066F">
        <w:rPr>
          <w:rFonts w:ascii="Arial" w:hAnsi="Arial" w:cs="Arial"/>
          <w:b/>
          <w:color w:val="000000" w:themeColor="text1"/>
          <w:sz w:val="22"/>
        </w:rPr>
        <w:t>Für Anlagenplane</w:t>
      </w:r>
      <w:r w:rsidR="00A7145E" w:rsidRPr="00AC066F">
        <w:rPr>
          <w:rFonts w:ascii="Arial" w:hAnsi="Arial" w:cs="Arial"/>
          <w:b/>
          <w:color w:val="000000" w:themeColor="text1"/>
          <w:sz w:val="22"/>
        </w:rPr>
        <w:t>r</w:t>
      </w:r>
      <w:r w:rsidR="00E4735F" w:rsidRPr="00AC066F">
        <w:rPr>
          <w:rFonts w:ascii="Arial" w:hAnsi="Arial" w:cs="Arial"/>
          <w:b/>
          <w:color w:val="000000" w:themeColor="text1"/>
          <w:sz w:val="22"/>
        </w:rPr>
        <w:t xml:space="preserve"> </w:t>
      </w:r>
      <w:r w:rsidR="00050781" w:rsidRPr="00AC066F">
        <w:rPr>
          <w:rFonts w:ascii="Arial" w:hAnsi="Arial" w:cs="Arial"/>
          <w:b/>
          <w:color w:val="000000" w:themeColor="text1"/>
          <w:sz w:val="22"/>
        </w:rPr>
        <w:t xml:space="preserve">ist </w:t>
      </w:r>
      <w:r w:rsidR="00E4735F" w:rsidRPr="00AC066F">
        <w:rPr>
          <w:rFonts w:ascii="Arial" w:hAnsi="Arial" w:cs="Arial"/>
          <w:b/>
          <w:color w:val="000000" w:themeColor="text1"/>
          <w:sz w:val="22"/>
        </w:rPr>
        <w:t>das jetzt</w:t>
      </w:r>
      <w:r w:rsidR="005B474A" w:rsidRPr="00AC066F">
        <w:rPr>
          <w:rFonts w:ascii="Arial" w:hAnsi="Arial" w:cs="Arial"/>
          <w:b/>
          <w:color w:val="000000" w:themeColor="text1"/>
          <w:sz w:val="22"/>
        </w:rPr>
        <w:t xml:space="preserve"> </w:t>
      </w:r>
      <w:r w:rsidR="00643594" w:rsidRPr="00AC066F">
        <w:rPr>
          <w:rFonts w:ascii="Arial" w:hAnsi="Arial" w:cs="Arial"/>
          <w:b/>
          <w:color w:val="000000" w:themeColor="text1"/>
          <w:sz w:val="22"/>
        </w:rPr>
        <w:t xml:space="preserve">noch einfacher </w:t>
      </w:r>
      <w:r w:rsidR="00E4735F" w:rsidRPr="00AC066F">
        <w:rPr>
          <w:rFonts w:ascii="Arial" w:hAnsi="Arial" w:cs="Arial"/>
          <w:b/>
          <w:color w:val="000000" w:themeColor="text1"/>
          <w:sz w:val="22"/>
        </w:rPr>
        <w:t xml:space="preserve">möglich. </w:t>
      </w:r>
      <w:r w:rsidR="00A7145E" w:rsidRPr="00AC066F">
        <w:rPr>
          <w:rFonts w:ascii="Arial" w:hAnsi="Arial" w:cs="Arial"/>
          <w:b/>
          <w:color w:val="000000" w:themeColor="text1"/>
          <w:sz w:val="22"/>
        </w:rPr>
        <w:t>Mit dem</w:t>
      </w:r>
      <w:r w:rsidR="005B474A" w:rsidRPr="00AC066F">
        <w:rPr>
          <w:rFonts w:ascii="Arial" w:hAnsi="Arial" w:cs="Arial"/>
          <w:b/>
          <w:color w:val="000000" w:themeColor="text1"/>
          <w:sz w:val="22"/>
        </w:rPr>
        <w:t xml:space="preserve"> neue</w:t>
      </w:r>
      <w:r w:rsidR="00A7145E" w:rsidRPr="00AC066F">
        <w:rPr>
          <w:rFonts w:ascii="Arial" w:hAnsi="Arial" w:cs="Arial"/>
          <w:b/>
          <w:color w:val="000000" w:themeColor="text1"/>
          <w:sz w:val="22"/>
        </w:rPr>
        <w:t>n</w:t>
      </w:r>
      <w:r w:rsidR="005B474A" w:rsidRPr="00AC066F">
        <w:rPr>
          <w:rFonts w:ascii="Arial" w:hAnsi="Arial" w:cs="Arial"/>
          <w:b/>
          <w:color w:val="000000" w:themeColor="text1"/>
          <w:sz w:val="22"/>
        </w:rPr>
        <w:t xml:space="preserve"> Schaltschrank-Konfigurator</w:t>
      </w:r>
      <w:r w:rsidR="002F168A" w:rsidRPr="00AC066F">
        <w:rPr>
          <w:rFonts w:ascii="Arial" w:hAnsi="Arial" w:cs="Arial"/>
          <w:b/>
          <w:color w:val="000000" w:themeColor="text1"/>
          <w:sz w:val="22"/>
        </w:rPr>
        <w:t xml:space="preserve"> </w:t>
      </w:r>
      <w:r w:rsidR="000F1220" w:rsidRPr="00AC066F">
        <w:rPr>
          <w:rFonts w:ascii="Arial" w:hAnsi="Arial" w:cs="Arial"/>
          <w:b/>
          <w:color w:val="000000" w:themeColor="text1"/>
          <w:sz w:val="22"/>
        </w:rPr>
        <w:t xml:space="preserve">RiPanel </w:t>
      </w:r>
      <w:r w:rsidR="002F168A" w:rsidRPr="00AC066F">
        <w:rPr>
          <w:rFonts w:ascii="Arial" w:hAnsi="Arial" w:cs="Arial"/>
          <w:b/>
          <w:color w:val="000000" w:themeColor="text1"/>
          <w:sz w:val="22"/>
        </w:rPr>
        <w:t>von Rittal</w:t>
      </w:r>
      <w:r w:rsidR="007F3CCD" w:rsidRPr="00AC066F">
        <w:rPr>
          <w:rFonts w:ascii="Arial" w:hAnsi="Arial" w:cs="Arial"/>
          <w:b/>
          <w:color w:val="000000" w:themeColor="text1"/>
          <w:sz w:val="22"/>
        </w:rPr>
        <w:t xml:space="preserve"> </w:t>
      </w:r>
      <w:r w:rsidR="005B474A" w:rsidRPr="00AC066F">
        <w:rPr>
          <w:rFonts w:ascii="Arial" w:hAnsi="Arial" w:cs="Arial"/>
          <w:b/>
          <w:color w:val="000000" w:themeColor="text1"/>
          <w:sz w:val="22"/>
        </w:rPr>
        <w:t>lassen sich individuelle Schaltschränke</w:t>
      </w:r>
      <w:r w:rsidR="00C47B02" w:rsidRPr="00AC066F">
        <w:rPr>
          <w:rFonts w:ascii="Arial" w:hAnsi="Arial" w:cs="Arial"/>
          <w:b/>
          <w:color w:val="000000" w:themeColor="text1"/>
          <w:sz w:val="22"/>
        </w:rPr>
        <w:t xml:space="preserve"> inklusive</w:t>
      </w:r>
      <w:r w:rsidR="005B474A" w:rsidRPr="00AC066F">
        <w:rPr>
          <w:rFonts w:ascii="Arial" w:hAnsi="Arial" w:cs="Arial"/>
          <w:b/>
          <w:color w:val="000000" w:themeColor="text1"/>
          <w:sz w:val="22"/>
        </w:rPr>
        <w:t xml:space="preserve"> Zubehör</w:t>
      </w:r>
      <w:r w:rsidR="00C47B02" w:rsidRPr="00AC066F">
        <w:rPr>
          <w:rFonts w:ascii="Arial" w:hAnsi="Arial" w:cs="Arial"/>
          <w:b/>
          <w:color w:val="000000" w:themeColor="text1"/>
          <w:sz w:val="22"/>
        </w:rPr>
        <w:t xml:space="preserve"> </w:t>
      </w:r>
      <w:r w:rsidR="005B474A" w:rsidRPr="00AC066F">
        <w:rPr>
          <w:rFonts w:ascii="Arial" w:hAnsi="Arial" w:cs="Arial"/>
          <w:b/>
          <w:color w:val="000000" w:themeColor="text1"/>
          <w:sz w:val="22"/>
        </w:rPr>
        <w:t>konfigurieren</w:t>
      </w:r>
      <w:r w:rsidR="00A7145E" w:rsidRPr="00AC066F">
        <w:rPr>
          <w:rFonts w:ascii="Arial" w:hAnsi="Arial" w:cs="Arial"/>
          <w:b/>
          <w:color w:val="000000" w:themeColor="text1"/>
          <w:sz w:val="22"/>
        </w:rPr>
        <w:t xml:space="preserve"> und online bestellen</w:t>
      </w:r>
      <w:r w:rsidR="00C47B02" w:rsidRPr="00AC066F">
        <w:rPr>
          <w:rFonts w:ascii="Arial" w:hAnsi="Arial" w:cs="Arial"/>
          <w:b/>
          <w:color w:val="000000" w:themeColor="text1"/>
          <w:sz w:val="22"/>
        </w:rPr>
        <w:t xml:space="preserve">. </w:t>
      </w:r>
      <w:r w:rsidR="009D698A" w:rsidRPr="00AC066F">
        <w:rPr>
          <w:rFonts w:ascii="Arial" w:hAnsi="Arial" w:cs="Arial"/>
          <w:b/>
          <w:color w:val="000000" w:themeColor="text1"/>
          <w:sz w:val="22"/>
        </w:rPr>
        <w:t>In der neue</w:t>
      </w:r>
      <w:r w:rsidR="002D4239" w:rsidRPr="00AC066F">
        <w:rPr>
          <w:rFonts w:ascii="Arial" w:hAnsi="Arial" w:cs="Arial"/>
          <w:b/>
          <w:color w:val="000000" w:themeColor="text1"/>
          <w:sz w:val="22"/>
        </w:rPr>
        <w:t>n</w:t>
      </w:r>
      <w:r w:rsidR="008A2103" w:rsidRPr="00AC066F">
        <w:rPr>
          <w:rFonts w:ascii="Arial" w:hAnsi="Arial" w:cs="Arial"/>
          <w:b/>
          <w:color w:val="000000" w:themeColor="text1"/>
          <w:sz w:val="22"/>
        </w:rPr>
        <w:t xml:space="preserve"> Version</w:t>
      </w:r>
      <w:r w:rsidR="00523464" w:rsidRPr="00AC066F">
        <w:rPr>
          <w:rFonts w:ascii="Arial" w:hAnsi="Arial" w:cs="Arial"/>
          <w:b/>
          <w:color w:val="000000" w:themeColor="text1"/>
          <w:sz w:val="22"/>
        </w:rPr>
        <w:t xml:space="preserve"> </w:t>
      </w:r>
      <w:r w:rsidR="002D4239" w:rsidRPr="00AC066F">
        <w:rPr>
          <w:rFonts w:ascii="Arial" w:hAnsi="Arial" w:cs="Arial"/>
          <w:b/>
          <w:color w:val="000000" w:themeColor="text1"/>
          <w:sz w:val="22"/>
        </w:rPr>
        <w:t>sorgt</w:t>
      </w:r>
      <w:r w:rsidR="00523464" w:rsidRPr="00AC066F">
        <w:rPr>
          <w:rFonts w:ascii="Arial" w:hAnsi="Arial" w:cs="Arial"/>
          <w:b/>
          <w:color w:val="000000" w:themeColor="text1"/>
          <w:sz w:val="22"/>
        </w:rPr>
        <w:t xml:space="preserve"> zudem eine Live-Preisauskunft </w:t>
      </w:r>
      <w:r w:rsidR="002D4239" w:rsidRPr="00AC066F">
        <w:rPr>
          <w:rFonts w:ascii="Arial" w:hAnsi="Arial" w:cs="Arial"/>
          <w:b/>
          <w:color w:val="000000" w:themeColor="text1"/>
          <w:sz w:val="22"/>
        </w:rPr>
        <w:t>für Transparenz</w:t>
      </w:r>
      <w:r w:rsidR="008A2103" w:rsidRPr="00AC066F">
        <w:rPr>
          <w:rFonts w:ascii="Arial" w:hAnsi="Arial" w:cs="Arial"/>
          <w:b/>
          <w:color w:val="000000" w:themeColor="text1"/>
          <w:sz w:val="22"/>
        </w:rPr>
        <w:t xml:space="preserve">. </w:t>
      </w:r>
    </w:p>
    <w:p w14:paraId="58F53261" w14:textId="675B4F8F" w:rsidR="0004710B" w:rsidRPr="00AC066F" w:rsidRDefault="00ED22BB" w:rsidP="00D7634A">
      <w:pPr>
        <w:spacing w:after="120" w:line="312" w:lineRule="auto"/>
        <w:ind w:right="3493"/>
        <w:rPr>
          <w:rFonts w:ascii="Arial" w:hAnsi="Arial" w:cs="Arial"/>
          <w:bCs/>
          <w:color w:val="000000" w:themeColor="text1"/>
          <w:sz w:val="22"/>
        </w:rPr>
      </w:pPr>
      <w:r w:rsidRPr="00AC066F">
        <w:rPr>
          <w:rFonts w:ascii="Arial" w:hAnsi="Arial" w:cs="Arial"/>
          <w:bCs/>
          <w:color w:val="000000" w:themeColor="text1"/>
          <w:sz w:val="22"/>
        </w:rPr>
        <w:t>Herborn</w:t>
      </w:r>
      <w:r w:rsidR="00390575" w:rsidRPr="00AC066F">
        <w:rPr>
          <w:rFonts w:ascii="Arial" w:hAnsi="Arial" w:cs="Arial"/>
          <w:bCs/>
          <w:color w:val="000000" w:themeColor="text1"/>
          <w:sz w:val="22"/>
        </w:rPr>
        <w:t xml:space="preserve">, </w:t>
      </w:r>
      <w:r w:rsidR="00AC066F">
        <w:rPr>
          <w:rFonts w:ascii="Arial" w:hAnsi="Arial" w:cs="Arial"/>
          <w:bCs/>
          <w:color w:val="000000" w:themeColor="text1"/>
          <w:sz w:val="22"/>
        </w:rPr>
        <w:t xml:space="preserve">24. </w:t>
      </w:r>
      <w:r w:rsidR="00721542" w:rsidRPr="00AC066F">
        <w:rPr>
          <w:rFonts w:ascii="Arial" w:hAnsi="Arial" w:cs="Arial"/>
          <w:bCs/>
          <w:color w:val="000000" w:themeColor="text1"/>
          <w:sz w:val="22"/>
        </w:rPr>
        <w:t>Nove</w:t>
      </w:r>
      <w:r w:rsidR="00424D53" w:rsidRPr="00AC066F">
        <w:rPr>
          <w:rFonts w:ascii="Arial" w:hAnsi="Arial" w:cs="Arial"/>
          <w:bCs/>
          <w:color w:val="000000" w:themeColor="text1"/>
          <w:sz w:val="22"/>
        </w:rPr>
        <w:t>m</w:t>
      </w:r>
      <w:r w:rsidR="00721542" w:rsidRPr="00AC066F">
        <w:rPr>
          <w:rFonts w:ascii="Arial" w:hAnsi="Arial" w:cs="Arial"/>
          <w:bCs/>
          <w:color w:val="000000" w:themeColor="text1"/>
          <w:sz w:val="22"/>
        </w:rPr>
        <w:t>ber</w:t>
      </w:r>
      <w:r w:rsidRPr="00AC066F">
        <w:rPr>
          <w:rFonts w:ascii="Arial" w:hAnsi="Arial" w:cs="Arial"/>
          <w:bCs/>
          <w:color w:val="000000" w:themeColor="text1"/>
          <w:sz w:val="22"/>
        </w:rPr>
        <w:t xml:space="preserve"> 202</w:t>
      </w:r>
      <w:r w:rsidR="00B21AB5" w:rsidRPr="00AC066F">
        <w:rPr>
          <w:rFonts w:ascii="Arial" w:hAnsi="Arial" w:cs="Arial"/>
          <w:bCs/>
          <w:color w:val="000000" w:themeColor="text1"/>
          <w:sz w:val="22"/>
        </w:rPr>
        <w:t>1</w:t>
      </w:r>
      <w:r w:rsidR="00390575" w:rsidRPr="00AC066F">
        <w:rPr>
          <w:rFonts w:ascii="Arial" w:hAnsi="Arial" w:cs="Arial"/>
          <w:bCs/>
          <w:color w:val="000000" w:themeColor="text1"/>
          <w:sz w:val="22"/>
        </w:rPr>
        <w:t xml:space="preserve"> – </w:t>
      </w:r>
      <w:r w:rsidR="00C80202" w:rsidRPr="00AC066F">
        <w:rPr>
          <w:rFonts w:ascii="Arial" w:hAnsi="Arial" w:cs="Arial"/>
          <w:bCs/>
          <w:color w:val="000000" w:themeColor="text1"/>
          <w:sz w:val="22"/>
        </w:rPr>
        <w:t>Nur e</w:t>
      </w:r>
      <w:r w:rsidR="00B9085D" w:rsidRPr="00AC066F">
        <w:rPr>
          <w:rFonts w:ascii="Arial" w:hAnsi="Arial" w:cs="Arial"/>
          <w:bCs/>
          <w:color w:val="000000" w:themeColor="text1"/>
          <w:sz w:val="22"/>
        </w:rPr>
        <w:t>in einfaches Auswahl-Tool für Serienschaltschränke mit alleinigem Fokus auf die Preisauskunft</w:t>
      </w:r>
      <w:r w:rsidR="00C80202" w:rsidRPr="00AC066F">
        <w:rPr>
          <w:rFonts w:ascii="Arial" w:hAnsi="Arial" w:cs="Arial"/>
          <w:bCs/>
          <w:color w:val="000000" w:themeColor="text1"/>
          <w:sz w:val="22"/>
        </w:rPr>
        <w:t xml:space="preserve"> zu entwickeln,</w:t>
      </w:r>
      <w:r w:rsidR="00B9085D" w:rsidRPr="00AC066F">
        <w:rPr>
          <w:rFonts w:ascii="Arial" w:hAnsi="Arial" w:cs="Arial"/>
          <w:bCs/>
          <w:color w:val="000000" w:themeColor="text1"/>
          <w:sz w:val="22"/>
        </w:rPr>
        <w:t xml:space="preserve"> war den </w:t>
      </w:r>
      <w:r w:rsidR="00C80202" w:rsidRPr="00AC066F">
        <w:rPr>
          <w:rFonts w:ascii="Arial" w:hAnsi="Arial" w:cs="Arial"/>
          <w:bCs/>
          <w:color w:val="000000" w:themeColor="text1"/>
          <w:sz w:val="22"/>
        </w:rPr>
        <w:t>Software-Spezialisten</w:t>
      </w:r>
      <w:r w:rsidR="00B9085D" w:rsidRPr="00AC066F">
        <w:rPr>
          <w:rFonts w:ascii="Arial" w:hAnsi="Arial" w:cs="Arial"/>
          <w:bCs/>
          <w:color w:val="000000" w:themeColor="text1"/>
          <w:sz w:val="22"/>
        </w:rPr>
        <w:t xml:space="preserve"> von Rittal zu wenig.</w:t>
      </w:r>
      <w:r w:rsidR="00C80202" w:rsidRPr="00AC066F">
        <w:rPr>
          <w:rFonts w:ascii="Arial" w:hAnsi="Arial" w:cs="Arial"/>
          <w:bCs/>
          <w:color w:val="000000" w:themeColor="text1"/>
          <w:sz w:val="22"/>
        </w:rPr>
        <w:t xml:space="preserve"> Die Anforderungen im Steuerungs- und Schaltanlagenbau sind weit höher. Anlagenplaner und Konstrukteure benötigen Konfiguratoren, mit denen sich auch individuelle Schaltschränke </w:t>
      </w:r>
      <w:r w:rsidR="00CD0402" w:rsidRPr="00AC066F">
        <w:rPr>
          <w:rFonts w:ascii="Arial" w:hAnsi="Arial" w:cs="Arial"/>
          <w:bCs/>
          <w:color w:val="000000" w:themeColor="text1"/>
          <w:sz w:val="22"/>
        </w:rPr>
        <w:t xml:space="preserve">einfach </w:t>
      </w:r>
      <w:r w:rsidR="00C80202" w:rsidRPr="00AC066F">
        <w:rPr>
          <w:rFonts w:ascii="Arial" w:hAnsi="Arial" w:cs="Arial"/>
          <w:bCs/>
          <w:color w:val="000000" w:themeColor="text1"/>
          <w:sz w:val="22"/>
        </w:rPr>
        <w:t xml:space="preserve">konfigurieren lassen – mit </w:t>
      </w:r>
      <w:r w:rsidR="005A72CA" w:rsidRPr="00AC066F">
        <w:rPr>
          <w:rFonts w:ascii="Arial" w:hAnsi="Arial" w:cs="Arial"/>
          <w:bCs/>
          <w:color w:val="000000" w:themeColor="text1"/>
          <w:sz w:val="22"/>
        </w:rPr>
        <w:t>passendem Zubehör, Pla</w:t>
      </w:r>
      <w:r w:rsidR="00763F60" w:rsidRPr="00AC066F">
        <w:rPr>
          <w:rFonts w:ascii="Arial" w:hAnsi="Arial" w:cs="Arial"/>
          <w:bCs/>
          <w:color w:val="000000" w:themeColor="text1"/>
          <w:sz w:val="22"/>
        </w:rPr>
        <w:t>usibilitätsprüfungen</w:t>
      </w:r>
      <w:r w:rsidR="00E46E20" w:rsidRPr="00AC066F">
        <w:rPr>
          <w:rFonts w:ascii="Arial" w:hAnsi="Arial" w:cs="Arial"/>
          <w:bCs/>
          <w:color w:val="000000" w:themeColor="text1"/>
          <w:sz w:val="22"/>
        </w:rPr>
        <w:t xml:space="preserve"> zur Fehlervermeidung</w:t>
      </w:r>
      <w:r w:rsidR="00763F60" w:rsidRPr="00AC066F">
        <w:rPr>
          <w:rFonts w:ascii="Arial" w:hAnsi="Arial" w:cs="Arial"/>
          <w:bCs/>
          <w:color w:val="000000" w:themeColor="text1"/>
          <w:sz w:val="22"/>
        </w:rPr>
        <w:t xml:space="preserve">, 3D-Visualisierung, Bibliotheken </w:t>
      </w:r>
      <w:r w:rsidR="00CD0402" w:rsidRPr="00AC066F">
        <w:rPr>
          <w:rFonts w:ascii="Arial" w:hAnsi="Arial" w:cs="Arial"/>
          <w:bCs/>
          <w:color w:val="000000" w:themeColor="text1"/>
          <w:sz w:val="22"/>
        </w:rPr>
        <w:t>mit</w:t>
      </w:r>
      <w:r w:rsidR="00763F60" w:rsidRPr="00AC066F">
        <w:rPr>
          <w:rFonts w:ascii="Arial" w:hAnsi="Arial" w:cs="Arial"/>
          <w:bCs/>
          <w:color w:val="000000" w:themeColor="text1"/>
          <w:sz w:val="22"/>
        </w:rPr>
        <w:t xml:space="preserve"> vordefinierte</w:t>
      </w:r>
      <w:r w:rsidR="00CD0402" w:rsidRPr="00AC066F">
        <w:rPr>
          <w:rFonts w:ascii="Arial" w:hAnsi="Arial" w:cs="Arial"/>
          <w:bCs/>
          <w:color w:val="000000" w:themeColor="text1"/>
          <w:sz w:val="22"/>
        </w:rPr>
        <w:t>n</w:t>
      </w:r>
      <w:r w:rsidR="00763F60" w:rsidRPr="00AC066F">
        <w:rPr>
          <w:rFonts w:ascii="Arial" w:hAnsi="Arial" w:cs="Arial"/>
          <w:bCs/>
          <w:color w:val="000000" w:themeColor="text1"/>
          <w:sz w:val="22"/>
        </w:rPr>
        <w:t xml:space="preserve"> Bohrbilder</w:t>
      </w:r>
      <w:r w:rsidR="00CD0402" w:rsidRPr="00AC066F">
        <w:rPr>
          <w:rFonts w:ascii="Arial" w:hAnsi="Arial" w:cs="Arial"/>
          <w:bCs/>
          <w:color w:val="000000" w:themeColor="text1"/>
          <w:sz w:val="22"/>
        </w:rPr>
        <w:t>n</w:t>
      </w:r>
      <w:r w:rsidR="00763F60" w:rsidRPr="00AC066F">
        <w:rPr>
          <w:rFonts w:ascii="Arial" w:hAnsi="Arial" w:cs="Arial"/>
          <w:bCs/>
          <w:color w:val="000000" w:themeColor="text1"/>
          <w:sz w:val="22"/>
        </w:rPr>
        <w:t xml:space="preserve"> und </w:t>
      </w:r>
      <w:r w:rsidR="00CD0402" w:rsidRPr="00AC066F">
        <w:rPr>
          <w:rFonts w:ascii="Arial" w:hAnsi="Arial" w:cs="Arial"/>
          <w:bCs/>
          <w:color w:val="000000" w:themeColor="text1"/>
          <w:sz w:val="22"/>
        </w:rPr>
        <w:t xml:space="preserve">mit einer </w:t>
      </w:r>
      <w:r w:rsidR="00763F60" w:rsidRPr="00AC066F">
        <w:rPr>
          <w:rFonts w:ascii="Arial" w:hAnsi="Arial" w:cs="Arial"/>
          <w:bCs/>
          <w:color w:val="000000" w:themeColor="text1"/>
          <w:sz w:val="22"/>
        </w:rPr>
        <w:t>direkte</w:t>
      </w:r>
      <w:r w:rsidR="00CD0402" w:rsidRPr="00AC066F">
        <w:rPr>
          <w:rFonts w:ascii="Arial" w:hAnsi="Arial" w:cs="Arial"/>
          <w:bCs/>
          <w:color w:val="000000" w:themeColor="text1"/>
          <w:sz w:val="22"/>
        </w:rPr>
        <w:t>n</w:t>
      </w:r>
      <w:r w:rsidR="00763F60" w:rsidRPr="00AC066F">
        <w:rPr>
          <w:rFonts w:ascii="Arial" w:hAnsi="Arial" w:cs="Arial"/>
          <w:bCs/>
          <w:color w:val="000000" w:themeColor="text1"/>
          <w:sz w:val="22"/>
        </w:rPr>
        <w:t xml:space="preserve"> Anbindung </w:t>
      </w:r>
      <w:r w:rsidR="00CD0402" w:rsidRPr="00AC066F">
        <w:rPr>
          <w:rFonts w:ascii="Arial" w:hAnsi="Arial" w:cs="Arial"/>
          <w:bCs/>
          <w:color w:val="000000" w:themeColor="text1"/>
          <w:sz w:val="22"/>
        </w:rPr>
        <w:t xml:space="preserve">an den Online-Shop. </w:t>
      </w:r>
      <w:r w:rsidR="000F120D" w:rsidRPr="00AC066F">
        <w:rPr>
          <w:rFonts w:ascii="Arial" w:hAnsi="Arial" w:cs="Arial"/>
          <w:bCs/>
          <w:color w:val="000000" w:themeColor="text1"/>
          <w:sz w:val="22"/>
        </w:rPr>
        <w:t xml:space="preserve">Außerdem </w:t>
      </w:r>
      <w:r w:rsidR="00DC0303" w:rsidRPr="00AC066F">
        <w:rPr>
          <w:rFonts w:ascii="Arial" w:hAnsi="Arial" w:cs="Arial"/>
          <w:bCs/>
          <w:color w:val="000000" w:themeColor="text1"/>
          <w:sz w:val="22"/>
        </w:rPr>
        <w:t>können die Nutzer</w:t>
      </w:r>
      <w:r w:rsidR="000F120D" w:rsidRPr="00AC066F">
        <w:rPr>
          <w:rFonts w:ascii="Arial" w:hAnsi="Arial" w:cs="Arial"/>
          <w:bCs/>
          <w:color w:val="000000" w:themeColor="text1"/>
          <w:sz w:val="22"/>
        </w:rPr>
        <w:t xml:space="preserve"> </w:t>
      </w:r>
      <w:r w:rsidR="00281986" w:rsidRPr="00AC066F">
        <w:rPr>
          <w:rFonts w:ascii="Arial" w:hAnsi="Arial" w:cs="Arial"/>
          <w:bCs/>
          <w:color w:val="000000" w:themeColor="text1"/>
          <w:sz w:val="22"/>
        </w:rPr>
        <w:t xml:space="preserve">jetzt </w:t>
      </w:r>
      <w:r w:rsidR="00DC0303" w:rsidRPr="00AC066F">
        <w:rPr>
          <w:rFonts w:ascii="Arial" w:hAnsi="Arial" w:cs="Arial"/>
          <w:bCs/>
          <w:color w:val="000000" w:themeColor="text1"/>
          <w:sz w:val="22"/>
        </w:rPr>
        <w:t xml:space="preserve">individuelle </w:t>
      </w:r>
      <w:r w:rsidR="00314B36" w:rsidRPr="00AC066F">
        <w:rPr>
          <w:rFonts w:ascii="Arial" w:hAnsi="Arial" w:cs="Arial"/>
          <w:bCs/>
          <w:color w:val="000000" w:themeColor="text1"/>
          <w:sz w:val="22"/>
        </w:rPr>
        <w:t>Ausbrüche importieren</w:t>
      </w:r>
      <w:r w:rsidR="002B739F" w:rsidRPr="00AC066F">
        <w:rPr>
          <w:rFonts w:ascii="Arial" w:hAnsi="Arial" w:cs="Arial"/>
          <w:bCs/>
          <w:color w:val="000000" w:themeColor="text1"/>
          <w:sz w:val="22"/>
        </w:rPr>
        <w:t xml:space="preserve"> und platzieren. </w:t>
      </w:r>
      <w:r w:rsidR="00251205" w:rsidRPr="00AC066F">
        <w:rPr>
          <w:rFonts w:ascii="Arial" w:hAnsi="Arial" w:cs="Arial"/>
          <w:bCs/>
          <w:color w:val="000000" w:themeColor="text1"/>
          <w:sz w:val="22"/>
        </w:rPr>
        <w:t xml:space="preserve">Somit </w:t>
      </w:r>
      <w:r w:rsidR="00DC0303" w:rsidRPr="00AC066F">
        <w:rPr>
          <w:rFonts w:ascii="Arial" w:hAnsi="Arial" w:cs="Arial"/>
          <w:bCs/>
          <w:color w:val="000000" w:themeColor="text1"/>
          <w:sz w:val="22"/>
        </w:rPr>
        <w:t>werden</w:t>
      </w:r>
      <w:r w:rsidR="00243E80" w:rsidRPr="00AC066F">
        <w:rPr>
          <w:rFonts w:ascii="Arial" w:hAnsi="Arial" w:cs="Arial"/>
          <w:bCs/>
          <w:color w:val="000000" w:themeColor="text1"/>
          <w:sz w:val="22"/>
        </w:rPr>
        <w:t xml:space="preserve"> auch </w:t>
      </w:r>
      <w:r w:rsidR="00DC0303" w:rsidRPr="00AC066F">
        <w:rPr>
          <w:rFonts w:ascii="Arial" w:hAnsi="Arial" w:cs="Arial"/>
          <w:bCs/>
          <w:color w:val="000000" w:themeColor="text1"/>
          <w:sz w:val="22"/>
        </w:rPr>
        <w:t xml:space="preserve">ungewöhnlichere </w:t>
      </w:r>
      <w:r w:rsidR="00243E80" w:rsidRPr="00AC066F">
        <w:rPr>
          <w:rFonts w:ascii="Arial" w:hAnsi="Arial" w:cs="Arial"/>
          <w:bCs/>
          <w:color w:val="000000" w:themeColor="text1"/>
          <w:sz w:val="22"/>
        </w:rPr>
        <w:t>Anforderungen</w:t>
      </w:r>
      <w:r w:rsidR="00251205" w:rsidRPr="00AC066F">
        <w:rPr>
          <w:rFonts w:ascii="Arial" w:hAnsi="Arial" w:cs="Arial"/>
          <w:bCs/>
          <w:color w:val="000000" w:themeColor="text1"/>
          <w:sz w:val="22"/>
        </w:rPr>
        <w:t xml:space="preserve"> der Steuerungs- und Schaltanlagenbauer</w:t>
      </w:r>
      <w:r w:rsidR="00243E80" w:rsidRPr="00AC066F">
        <w:rPr>
          <w:rFonts w:ascii="Arial" w:hAnsi="Arial" w:cs="Arial"/>
          <w:bCs/>
          <w:color w:val="000000" w:themeColor="text1"/>
          <w:sz w:val="22"/>
        </w:rPr>
        <w:t xml:space="preserve"> </w:t>
      </w:r>
      <w:r w:rsidR="00DC0303" w:rsidRPr="00AC066F">
        <w:rPr>
          <w:rFonts w:ascii="Arial" w:hAnsi="Arial" w:cs="Arial"/>
          <w:bCs/>
          <w:color w:val="000000" w:themeColor="text1"/>
          <w:sz w:val="22"/>
        </w:rPr>
        <w:t>einfach umgesetzt</w:t>
      </w:r>
      <w:r w:rsidR="00243E80" w:rsidRPr="00AC066F">
        <w:rPr>
          <w:rFonts w:ascii="Arial" w:hAnsi="Arial" w:cs="Arial"/>
          <w:bCs/>
          <w:color w:val="000000" w:themeColor="text1"/>
          <w:sz w:val="22"/>
        </w:rPr>
        <w:t>.</w:t>
      </w:r>
      <w:r w:rsidR="004927E6" w:rsidRPr="00AC066F">
        <w:rPr>
          <w:rFonts w:ascii="Arial" w:hAnsi="Arial" w:cs="Arial"/>
          <w:bCs/>
          <w:color w:val="000000" w:themeColor="text1"/>
          <w:sz w:val="22"/>
        </w:rPr>
        <w:t xml:space="preserve"> </w:t>
      </w:r>
    </w:p>
    <w:p w14:paraId="79C46003" w14:textId="6FB5A715" w:rsidR="004144FB" w:rsidRPr="00AC066F" w:rsidRDefault="00AD562D" w:rsidP="00D7634A">
      <w:pPr>
        <w:spacing w:after="120" w:line="312" w:lineRule="auto"/>
        <w:ind w:right="3493"/>
        <w:rPr>
          <w:rFonts w:ascii="Arial" w:hAnsi="Arial" w:cs="Arial"/>
          <w:bCs/>
          <w:color w:val="000000" w:themeColor="text1"/>
          <w:sz w:val="22"/>
        </w:rPr>
      </w:pPr>
      <w:r w:rsidRPr="00AC066F">
        <w:rPr>
          <w:rFonts w:ascii="Arial" w:hAnsi="Arial" w:cs="Arial"/>
          <w:bCs/>
          <w:color w:val="000000" w:themeColor="text1"/>
          <w:sz w:val="22"/>
        </w:rPr>
        <w:t xml:space="preserve">Mit dem RiPanel Konfigurator </w:t>
      </w:r>
      <w:r w:rsidR="004144FB" w:rsidRPr="00AC066F">
        <w:rPr>
          <w:rFonts w:ascii="Arial" w:hAnsi="Arial" w:cs="Arial"/>
          <w:bCs/>
          <w:color w:val="000000" w:themeColor="text1"/>
          <w:sz w:val="22"/>
        </w:rPr>
        <w:t xml:space="preserve">von Rittal </w:t>
      </w:r>
      <w:r w:rsidR="00643594" w:rsidRPr="00AC066F">
        <w:rPr>
          <w:rFonts w:ascii="Arial" w:hAnsi="Arial" w:cs="Arial"/>
          <w:bCs/>
          <w:color w:val="000000" w:themeColor="text1"/>
          <w:sz w:val="22"/>
        </w:rPr>
        <w:t xml:space="preserve">haben Anlagenplaner ein leistungsfähiges Konfigurations-Tool zur Hand </w:t>
      </w:r>
      <w:r w:rsidR="004144FB" w:rsidRPr="00AC066F">
        <w:rPr>
          <w:rFonts w:ascii="Arial" w:hAnsi="Arial" w:cs="Arial"/>
          <w:bCs/>
          <w:color w:val="000000" w:themeColor="text1"/>
          <w:sz w:val="22"/>
        </w:rPr>
        <w:t xml:space="preserve">– </w:t>
      </w:r>
      <w:r w:rsidR="00AF6926" w:rsidRPr="00AC066F">
        <w:rPr>
          <w:rFonts w:ascii="Arial" w:hAnsi="Arial" w:cs="Arial"/>
          <w:bCs/>
          <w:color w:val="000000" w:themeColor="text1"/>
          <w:sz w:val="22"/>
        </w:rPr>
        <w:t xml:space="preserve">durch </w:t>
      </w:r>
      <w:r w:rsidR="004144FB" w:rsidRPr="00AC066F">
        <w:rPr>
          <w:rFonts w:ascii="Arial" w:hAnsi="Arial" w:cs="Arial"/>
          <w:bCs/>
          <w:color w:val="000000" w:themeColor="text1"/>
          <w:sz w:val="22"/>
        </w:rPr>
        <w:t xml:space="preserve">einfache Bedienung, </w:t>
      </w:r>
      <w:r w:rsidR="00DC0303" w:rsidRPr="00AC066F">
        <w:rPr>
          <w:rFonts w:ascii="Arial" w:hAnsi="Arial" w:cs="Arial"/>
          <w:bCs/>
          <w:color w:val="000000" w:themeColor="text1"/>
          <w:sz w:val="22"/>
        </w:rPr>
        <w:t>hohe</w:t>
      </w:r>
      <w:r w:rsidR="004144FB" w:rsidRPr="00AC066F">
        <w:rPr>
          <w:rFonts w:ascii="Arial" w:hAnsi="Arial" w:cs="Arial"/>
          <w:bCs/>
          <w:color w:val="000000" w:themeColor="text1"/>
          <w:sz w:val="22"/>
        </w:rPr>
        <w:t xml:space="preserve"> Transparenz</w:t>
      </w:r>
      <w:r w:rsidR="007F1931" w:rsidRPr="00AC066F">
        <w:rPr>
          <w:rFonts w:ascii="Arial" w:hAnsi="Arial" w:cs="Arial"/>
          <w:bCs/>
          <w:color w:val="000000" w:themeColor="text1"/>
          <w:sz w:val="22"/>
        </w:rPr>
        <w:t xml:space="preserve"> </w:t>
      </w:r>
      <w:r w:rsidR="004144FB" w:rsidRPr="00AC066F">
        <w:rPr>
          <w:rFonts w:ascii="Arial" w:hAnsi="Arial" w:cs="Arial"/>
          <w:bCs/>
          <w:color w:val="000000" w:themeColor="text1"/>
          <w:sz w:val="22"/>
        </w:rPr>
        <w:t>und Durchgängigkeit über den gesamte</w:t>
      </w:r>
      <w:r w:rsidR="00AF6926" w:rsidRPr="00AC066F">
        <w:rPr>
          <w:rFonts w:ascii="Arial" w:hAnsi="Arial" w:cs="Arial"/>
          <w:bCs/>
          <w:color w:val="000000" w:themeColor="text1"/>
          <w:sz w:val="22"/>
        </w:rPr>
        <w:t>n</w:t>
      </w:r>
      <w:r w:rsidR="004144FB" w:rsidRPr="00AC066F">
        <w:rPr>
          <w:rFonts w:ascii="Arial" w:hAnsi="Arial" w:cs="Arial"/>
          <w:bCs/>
          <w:color w:val="000000" w:themeColor="text1"/>
          <w:sz w:val="22"/>
        </w:rPr>
        <w:t xml:space="preserve"> Engineering-</w:t>
      </w:r>
      <w:r w:rsidR="00AF6926" w:rsidRPr="00AC066F">
        <w:rPr>
          <w:rFonts w:ascii="Arial" w:hAnsi="Arial" w:cs="Arial"/>
          <w:bCs/>
          <w:color w:val="000000" w:themeColor="text1"/>
          <w:sz w:val="22"/>
        </w:rPr>
        <w:t>, Bestell</w:t>
      </w:r>
      <w:r w:rsidR="000F1220" w:rsidRPr="00AC066F">
        <w:rPr>
          <w:rFonts w:ascii="Arial" w:hAnsi="Arial" w:cs="Arial"/>
          <w:bCs/>
          <w:color w:val="000000" w:themeColor="text1"/>
          <w:sz w:val="22"/>
        </w:rPr>
        <w:t>- und Fertigungs</w:t>
      </w:r>
      <w:r w:rsidR="00AF6926" w:rsidRPr="00AC066F">
        <w:rPr>
          <w:rFonts w:ascii="Arial" w:hAnsi="Arial" w:cs="Arial"/>
          <w:bCs/>
          <w:color w:val="000000" w:themeColor="text1"/>
          <w:sz w:val="22"/>
        </w:rPr>
        <w:t>p</w:t>
      </w:r>
      <w:r w:rsidR="004144FB" w:rsidRPr="00AC066F">
        <w:rPr>
          <w:rFonts w:ascii="Arial" w:hAnsi="Arial" w:cs="Arial"/>
          <w:bCs/>
          <w:color w:val="000000" w:themeColor="text1"/>
          <w:sz w:val="22"/>
        </w:rPr>
        <w:t>rozess hinweg.</w:t>
      </w:r>
    </w:p>
    <w:p w14:paraId="7DAA6D0C" w14:textId="77777777" w:rsidR="00A0179D" w:rsidRPr="00AC066F" w:rsidRDefault="00A0179D" w:rsidP="00D7634A">
      <w:pPr>
        <w:spacing w:after="120" w:line="312" w:lineRule="auto"/>
        <w:ind w:right="3493"/>
        <w:rPr>
          <w:rFonts w:ascii="Arial" w:hAnsi="Arial" w:cs="Arial"/>
          <w:b/>
          <w:bCs/>
          <w:color w:val="000000" w:themeColor="text1"/>
          <w:sz w:val="22"/>
        </w:rPr>
      </w:pPr>
      <w:r w:rsidRPr="00AC066F">
        <w:rPr>
          <w:rFonts w:ascii="Arial" w:hAnsi="Arial" w:cs="Arial"/>
          <w:b/>
          <w:bCs/>
          <w:color w:val="000000" w:themeColor="text1"/>
          <w:sz w:val="22"/>
        </w:rPr>
        <w:lastRenderedPageBreak/>
        <w:t>Individuell trotz Serie – einfach per Klick bestellt</w:t>
      </w:r>
    </w:p>
    <w:p w14:paraId="4F21A116" w14:textId="77777777" w:rsidR="00CA5A34" w:rsidRDefault="002D1546" w:rsidP="00D7634A">
      <w:pPr>
        <w:spacing w:after="120" w:line="312" w:lineRule="auto"/>
        <w:ind w:right="3493"/>
        <w:rPr>
          <w:rFonts w:ascii="Arial" w:hAnsi="Arial" w:cs="Arial"/>
          <w:bCs/>
          <w:color w:val="000000" w:themeColor="text1"/>
          <w:sz w:val="22"/>
        </w:rPr>
      </w:pPr>
      <w:r w:rsidRPr="00AC066F">
        <w:rPr>
          <w:rFonts w:ascii="Arial" w:hAnsi="Arial" w:cs="Arial"/>
          <w:bCs/>
          <w:color w:val="000000" w:themeColor="text1"/>
          <w:sz w:val="22"/>
        </w:rPr>
        <w:t>V</w:t>
      </w:r>
      <w:r w:rsidR="00B02C38" w:rsidRPr="00AC066F">
        <w:rPr>
          <w:rFonts w:ascii="Arial" w:hAnsi="Arial" w:cs="Arial"/>
          <w:bCs/>
          <w:color w:val="000000" w:themeColor="text1"/>
          <w:sz w:val="22"/>
        </w:rPr>
        <w:t>erschiedenste</w:t>
      </w:r>
      <w:r w:rsidR="000F1220" w:rsidRPr="00AC066F">
        <w:rPr>
          <w:rFonts w:ascii="Arial" w:hAnsi="Arial" w:cs="Arial"/>
          <w:bCs/>
          <w:color w:val="000000" w:themeColor="text1"/>
          <w:sz w:val="22"/>
        </w:rPr>
        <w:t xml:space="preserve"> individuelle Lösungen sind möglich. </w:t>
      </w:r>
      <w:r w:rsidR="002F7FEF" w:rsidRPr="00AC066F">
        <w:rPr>
          <w:rFonts w:ascii="Arial" w:hAnsi="Arial" w:cs="Arial"/>
          <w:bCs/>
          <w:color w:val="000000" w:themeColor="text1"/>
          <w:sz w:val="22"/>
        </w:rPr>
        <w:t xml:space="preserve">Beim Vorbereiten des Schaltschranks für die mechanische Bearbeitung </w:t>
      </w:r>
      <w:r w:rsidR="00EA2809" w:rsidRPr="00AC066F">
        <w:rPr>
          <w:rFonts w:ascii="Arial" w:hAnsi="Arial" w:cs="Arial"/>
          <w:bCs/>
          <w:color w:val="000000" w:themeColor="text1"/>
          <w:sz w:val="22"/>
        </w:rPr>
        <w:t xml:space="preserve">kann </w:t>
      </w:r>
      <w:r w:rsidR="002F7FEF" w:rsidRPr="00AC066F">
        <w:rPr>
          <w:rFonts w:ascii="Arial" w:hAnsi="Arial" w:cs="Arial"/>
          <w:bCs/>
          <w:color w:val="000000" w:themeColor="text1"/>
          <w:sz w:val="22"/>
        </w:rPr>
        <w:t>d</w:t>
      </w:r>
      <w:r w:rsidR="00EA2809" w:rsidRPr="00AC066F">
        <w:rPr>
          <w:rFonts w:ascii="Arial" w:hAnsi="Arial" w:cs="Arial"/>
          <w:bCs/>
          <w:color w:val="000000" w:themeColor="text1"/>
          <w:sz w:val="22"/>
        </w:rPr>
        <w:t xml:space="preserve">er </w:t>
      </w:r>
      <w:r w:rsidR="002F7FEF" w:rsidRPr="00AC066F">
        <w:rPr>
          <w:rFonts w:ascii="Arial" w:hAnsi="Arial" w:cs="Arial"/>
          <w:bCs/>
          <w:color w:val="000000" w:themeColor="text1"/>
          <w:sz w:val="22"/>
        </w:rPr>
        <w:t>RiPanel</w:t>
      </w:r>
      <w:r w:rsidRPr="00AC066F">
        <w:rPr>
          <w:rFonts w:ascii="Arial" w:hAnsi="Arial" w:cs="Arial"/>
          <w:bCs/>
          <w:color w:val="000000" w:themeColor="text1"/>
          <w:sz w:val="22"/>
        </w:rPr>
        <w:t xml:space="preserve"> </w:t>
      </w:r>
      <w:r w:rsidR="002F7FEF" w:rsidRPr="00AC066F">
        <w:rPr>
          <w:rFonts w:ascii="Arial" w:hAnsi="Arial" w:cs="Arial"/>
          <w:bCs/>
          <w:color w:val="000000" w:themeColor="text1"/>
          <w:sz w:val="22"/>
        </w:rPr>
        <w:t xml:space="preserve">User </w:t>
      </w:r>
      <w:r w:rsidR="00EA2809" w:rsidRPr="00AC066F">
        <w:rPr>
          <w:rFonts w:ascii="Arial" w:hAnsi="Arial" w:cs="Arial"/>
          <w:bCs/>
          <w:color w:val="000000" w:themeColor="text1"/>
          <w:sz w:val="22"/>
        </w:rPr>
        <w:t xml:space="preserve">auf Wunsch </w:t>
      </w:r>
      <w:r w:rsidRPr="00AC066F">
        <w:rPr>
          <w:rFonts w:ascii="Arial" w:hAnsi="Arial" w:cs="Arial"/>
          <w:bCs/>
          <w:color w:val="000000" w:themeColor="text1"/>
          <w:sz w:val="22"/>
        </w:rPr>
        <w:t xml:space="preserve">auch </w:t>
      </w:r>
      <w:r w:rsidR="00CD4237" w:rsidRPr="00AC066F">
        <w:rPr>
          <w:rFonts w:ascii="Arial" w:hAnsi="Arial" w:cs="Arial"/>
          <w:bCs/>
          <w:color w:val="000000" w:themeColor="text1"/>
          <w:sz w:val="22"/>
        </w:rPr>
        <w:t>auf vordefi</w:t>
      </w:r>
      <w:r w:rsidR="00EA2809" w:rsidRPr="00AC066F">
        <w:rPr>
          <w:rFonts w:ascii="Arial" w:hAnsi="Arial" w:cs="Arial"/>
          <w:bCs/>
          <w:color w:val="000000" w:themeColor="text1"/>
          <w:sz w:val="22"/>
        </w:rPr>
        <w:t xml:space="preserve">nierte Bohrbilder </w:t>
      </w:r>
      <w:r w:rsidR="002F7FEF" w:rsidRPr="00AC066F">
        <w:rPr>
          <w:rFonts w:ascii="Arial" w:hAnsi="Arial" w:cs="Arial"/>
          <w:bCs/>
          <w:color w:val="000000" w:themeColor="text1"/>
          <w:sz w:val="22"/>
        </w:rPr>
        <w:t xml:space="preserve">und Ausbrüche </w:t>
      </w:r>
      <w:r w:rsidR="00EA2809" w:rsidRPr="00AC066F">
        <w:rPr>
          <w:rFonts w:ascii="Arial" w:hAnsi="Arial" w:cs="Arial"/>
          <w:bCs/>
          <w:color w:val="000000" w:themeColor="text1"/>
          <w:sz w:val="22"/>
        </w:rPr>
        <w:t>zurückgreifen.</w:t>
      </w:r>
      <w:r w:rsidR="00800A6A" w:rsidRPr="00AC066F">
        <w:rPr>
          <w:rFonts w:ascii="Arial" w:hAnsi="Arial" w:cs="Arial"/>
          <w:bCs/>
          <w:color w:val="000000" w:themeColor="text1"/>
          <w:sz w:val="22"/>
        </w:rPr>
        <w:t xml:space="preserve"> </w:t>
      </w:r>
      <w:r w:rsidR="00E41592" w:rsidRPr="00AC066F">
        <w:rPr>
          <w:rFonts w:ascii="Arial" w:hAnsi="Arial" w:cs="Arial"/>
          <w:bCs/>
          <w:color w:val="000000" w:themeColor="text1"/>
          <w:sz w:val="22"/>
        </w:rPr>
        <w:t xml:space="preserve">Das </w:t>
      </w:r>
      <w:r w:rsidR="001E2372" w:rsidRPr="00AC066F">
        <w:rPr>
          <w:rFonts w:ascii="Arial" w:hAnsi="Arial" w:cs="Arial"/>
          <w:bCs/>
          <w:color w:val="000000" w:themeColor="text1"/>
          <w:sz w:val="22"/>
        </w:rPr>
        <w:t>P</w:t>
      </w:r>
      <w:r w:rsidR="00E41592" w:rsidRPr="00AC066F">
        <w:rPr>
          <w:rFonts w:ascii="Arial" w:hAnsi="Arial" w:cs="Arial"/>
          <w:bCs/>
          <w:color w:val="000000" w:themeColor="text1"/>
          <w:sz w:val="22"/>
        </w:rPr>
        <w:t>l</w:t>
      </w:r>
      <w:r w:rsidR="001E2372" w:rsidRPr="00AC066F">
        <w:rPr>
          <w:rFonts w:ascii="Arial" w:hAnsi="Arial" w:cs="Arial"/>
          <w:bCs/>
          <w:color w:val="000000" w:themeColor="text1"/>
          <w:sz w:val="22"/>
        </w:rPr>
        <w:t xml:space="preserve">atzieren der Ausbrüche erfolgt nun </w:t>
      </w:r>
      <w:r w:rsidRPr="00AC066F">
        <w:rPr>
          <w:rFonts w:ascii="Arial" w:hAnsi="Arial" w:cs="Arial"/>
          <w:bCs/>
          <w:color w:val="000000" w:themeColor="text1"/>
          <w:sz w:val="22"/>
        </w:rPr>
        <w:t>übersichtlich</w:t>
      </w:r>
      <w:r w:rsidR="001E2372" w:rsidRPr="00AC066F">
        <w:rPr>
          <w:rFonts w:ascii="Arial" w:hAnsi="Arial" w:cs="Arial"/>
          <w:bCs/>
          <w:color w:val="000000" w:themeColor="text1"/>
          <w:sz w:val="22"/>
        </w:rPr>
        <w:t xml:space="preserve"> in 3D. </w:t>
      </w:r>
      <w:r w:rsidRPr="00AC066F">
        <w:rPr>
          <w:rFonts w:ascii="Arial" w:hAnsi="Arial" w:cs="Arial"/>
          <w:bCs/>
          <w:color w:val="000000" w:themeColor="text1"/>
          <w:sz w:val="22"/>
        </w:rPr>
        <w:t>So</w:t>
      </w:r>
      <w:r w:rsidR="005A51F6" w:rsidRPr="00AC066F">
        <w:rPr>
          <w:rFonts w:ascii="Arial" w:hAnsi="Arial" w:cs="Arial"/>
          <w:bCs/>
          <w:color w:val="000000" w:themeColor="text1"/>
          <w:sz w:val="22"/>
        </w:rPr>
        <w:t xml:space="preserve"> </w:t>
      </w:r>
      <w:r w:rsidRPr="00AC066F">
        <w:rPr>
          <w:rFonts w:ascii="Arial" w:hAnsi="Arial" w:cs="Arial"/>
          <w:bCs/>
          <w:color w:val="000000" w:themeColor="text1"/>
          <w:sz w:val="22"/>
        </w:rPr>
        <w:t>sieht</w:t>
      </w:r>
      <w:r w:rsidR="005A51F6" w:rsidRPr="00AC066F">
        <w:rPr>
          <w:rFonts w:ascii="Arial" w:hAnsi="Arial" w:cs="Arial"/>
          <w:bCs/>
          <w:color w:val="000000" w:themeColor="text1"/>
          <w:sz w:val="22"/>
        </w:rPr>
        <w:t xml:space="preserve"> der Anwender immer </w:t>
      </w:r>
      <w:r w:rsidRPr="00AC066F">
        <w:rPr>
          <w:rFonts w:ascii="Arial" w:hAnsi="Arial" w:cs="Arial"/>
          <w:bCs/>
          <w:color w:val="000000" w:themeColor="text1"/>
          <w:sz w:val="22"/>
        </w:rPr>
        <w:t>räumlich genau</w:t>
      </w:r>
      <w:r w:rsidR="005A51F6" w:rsidRPr="00AC066F">
        <w:rPr>
          <w:rFonts w:ascii="Arial" w:hAnsi="Arial" w:cs="Arial"/>
          <w:bCs/>
          <w:color w:val="000000" w:themeColor="text1"/>
          <w:sz w:val="22"/>
        </w:rPr>
        <w:t xml:space="preserve">, </w:t>
      </w:r>
      <w:r w:rsidR="006D5115" w:rsidRPr="00AC066F">
        <w:rPr>
          <w:rFonts w:ascii="Arial" w:hAnsi="Arial" w:cs="Arial"/>
          <w:bCs/>
          <w:color w:val="000000" w:themeColor="text1"/>
          <w:sz w:val="22"/>
        </w:rPr>
        <w:t xml:space="preserve">wo seine Ausbrüche </w:t>
      </w:r>
      <w:r w:rsidRPr="00AC066F">
        <w:rPr>
          <w:rFonts w:ascii="Arial" w:hAnsi="Arial" w:cs="Arial"/>
          <w:bCs/>
          <w:color w:val="000000" w:themeColor="text1"/>
          <w:sz w:val="22"/>
        </w:rPr>
        <w:t>im Verhältnis</w:t>
      </w:r>
      <w:r w:rsidR="006D5115" w:rsidRPr="00AC066F">
        <w:rPr>
          <w:rFonts w:ascii="Arial" w:hAnsi="Arial" w:cs="Arial"/>
          <w:bCs/>
          <w:color w:val="000000" w:themeColor="text1"/>
          <w:sz w:val="22"/>
        </w:rPr>
        <w:t xml:space="preserve"> zu </w:t>
      </w:r>
      <w:r w:rsidRPr="00AC066F">
        <w:rPr>
          <w:rFonts w:ascii="Arial" w:hAnsi="Arial" w:cs="Arial"/>
          <w:bCs/>
          <w:color w:val="000000" w:themeColor="text1"/>
          <w:sz w:val="22"/>
        </w:rPr>
        <w:t>anderen</w:t>
      </w:r>
      <w:r w:rsidR="006D5115" w:rsidRPr="00AC066F">
        <w:rPr>
          <w:rFonts w:ascii="Arial" w:hAnsi="Arial" w:cs="Arial"/>
          <w:bCs/>
          <w:color w:val="000000" w:themeColor="text1"/>
          <w:sz w:val="22"/>
        </w:rPr>
        <w:t xml:space="preserve"> </w:t>
      </w:r>
      <w:r w:rsidR="00731525" w:rsidRPr="00AC066F">
        <w:rPr>
          <w:rFonts w:ascii="Arial" w:hAnsi="Arial" w:cs="Arial"/>
          <w:bCs/>
          <w:color w:val="000000" w:themeColor="text1"/>
          <w:sz w:val="22"/>
        </w:rPr>
        <w:t>Bauteilen des Schranks liegen.</w:t>
      </w:r>
      <w:r w:rsidR="001E2372" w:rsidRPr="00AC066F">
        <w:rPr>
          <w:rFonts w:ascii="Arial" w:hAnsi="Arial" w:cs="Arial"/>
          <w:bCs/>
          <w:color w:val="000000" w:themeColor="text1"/>
          <w:sz w:val="22"/>
        </w:rPr>
        <w:t xml:space="preserve"> </w:t>
      </w:r>
      <w:r w:rsidR="00CD4237" w:rsidRPr="00AC066F">
        <w:rPr>
          <w:rFonts w:ascii="Arial" w:hAnsi="Arial" w:cs="Arial"/>
          <w:bCs/>
          <w:color w:val="000000" w:themeColor="text1"/>
          <w:sz w:val="22"/>
        </w:rPr>
        <w:t>Eine</w:t>
      </w:r>
      <w:r w:rsidR="00731525" w:rsidRPr="00AC066F">
        <w:rPr>
          <w:rFonts w:ascii="Arial" w:hAnsi="Arial" w:cs="Arial"/>
          <w:bCs/>
          <w:color w:val="000000" w:themeColor="text1"/>
          <w:sz w:val="22"/>
        </w:rPr>
        <w:t xml:space="preserve"> mitlaufende</w:t>
      </w:r>
      <w:r w:rsidR="00CD4237" w:rsidRPr="00AC066F">
        <w:rPr>
          <w:rFonts w:ascii="Arial" w:hAnsi="Arial" w:cs="Arial"/>
          <w:bCs/>
          <w:color w:val="000000" w:themeColor="text1"/>
          <w:sz w:val="22"/>
        </w:rPr>
        <w:t xml:space="preserve"> Stückliste der ausgewählten Komponenten zeigt an, welche Teile ausgewählt wurden und gibt</w:t>
      </w:r>
      <w:r w:rsidR="00643594" w:rsidRPr="00AC066F">
        <w:rPr>
          <w:rFonts w:ascii="Arial" w:hAnsi="Arial" w:cs="Arial"/>
          <w:bCs/>
          <w:color w:val="000000" w:themeColor="text1"/>
          <w:sz w:val="22"/>
        </w:rPr>
        <w:t xml:space="preserve"> </w:t>
      </w:r>
      <w:r w:rsidR="006B11DC" w:rsidRPr="00AC066F">
        <w:rPr>
          <w:rFonts w:ascii="Arial" w:hAnsi="Arial" w:cs="Arial"/>
          <w:bCs/>
          <w:color w:val="000000" w:themeColor="text1"/>
          <w:sz w:val="22"/>
        </w:rPr>
        <w:t xml:space="preserve">– bei Anbindung an den Online-Shop – </w:t>
      </w:r>
      <w:r w:rsidR="00643594" w:rsidRPr="00AC066F">
        <w:rPr>
          <w:rFonts w:ascii="Arial" w:hAnsi="Arial" w:cs="Arial"/>
          <w:bCs/>
          <w:color w:val="000000" w:themeColor="text1"/>
          <w:sz w:val="22"/>
        </w:rPr>
        <w:t xml:space="preserve">Aufschluss </w:t>
      </w:r>
      <w:r w:rsidR="00CD4237" w:rsidRPr="00AC066F">
        <w:rPr>
          <w:rFonts w:ascii="Arial" w:hAnsi="Arial" w:cs="Arial"/>
          <w:bCs/>
          <w:color w:val="000000" w:themeColor="text1"/>
          <w:sz w:val="22"/>
        </w:rPr>
        <w:t>über die Gesamtkosten.</w:t>
      </w:r>
      <w:r w:rsidR="00CE392A" w:rsidRPr="00AC066F">
        <w:rPr>
          <w:rFonts w:ascii="Arial" w:hAnsi="Arial" w:cs="Arial"/>
          <w:bCs/>
          <w:color w:val="000000" w:themeColor="text1"/>
          <w:sz w:val="22"/>
        </w:rPr>
        <w:t xml:space="preserve"> Der </w:t>
      </w:r>
      <w:r w:rsidR="00AC066F" w:rsidRPr="00AC066F">
        <w:rPr>
          <w:rFonts w:ascii="Arial" w:hAnsi="Arial" w:cs="Arial"/>
          <w:bCs/>
          <w:color w:val="000000" w:themeColor="text1"/>
          <w:sz w:val="22"/>
        </w:rPr>
        <w:t>Nutzer</w:t>
      </w:r>
      <w:r w:rsidR="00CE392A" w:rsidRPr="00AC066F">
        <w:rPr>
          <w:rFonts w:ascii="Arial" w:hAnsi="Arial" w:cs="Arial"/>
          <w:bCs/>
          <w:color w:val="000000" w:themeColor="text1"/>
          <w:sz w:val="22"/>
        </w:rPr>
        <w:t xml:space="preserve"> sieht jederzeit während der Konfiguration</w:t>
      </w:r>
      <w:r w:rsidR="00AC066F" w:rsidRPr="00AC066F">
        <w:rPr>
          <w:rFonts w:ascii="Arial" w:hAnsi="Arial" w:cs="Arial"/>
          <w:bCs/>
          <w:color w:val="000000" w:themeColor="text1"/>
          <w:sz w:val="22"/>
        </w:rPr>
        <w:t>,</w:t>
      </w:r>
      <w:r w:rsidR="00CE392A" w:rsidRPr="00AC066F">
        <w:rPr>
          <w:rFonts w:ascii="Arial" w:hAnsi="Arial" w:cs="Arial"/>
          <w:bCs/>
          <w:color w:val="000000" w:themeColor="text1"/>
          <w:sz w:val="22"/>
        </w:rPr>
        <w:t xml:space="preserve"> </w:t>
      </w:r>
      <w:r w:rsidR="00E0766C" w:rsidRPr="00AC066F">
        <w:rPr>
          <w:rFonts w:ascii="Arial" w:hAnsi="Arial" w:cs="Arial"/>
          <w:bCs/>
          <w:color w:val="000000" w:themeColor="text1"/>
          <w:sz w:val="22"/>
        </w:rPr>
        <w:t xml:space="preserve">was seine </w:t>
      </w:r>
      <w:r w:rsidR="002579F9" w:rsidRPr="00AC066F">
        <w:rPr>
          <w:rFonts w:ascii="Arial" w:hAnsi="Arial" w:cs="Arial"/>
          <w:bCs/>
          <w:color w:val="000000" w:themeColor="text1"/>
          <w:sz w:val="22"/>
        </w:rPr>
        <w:t xml:space="preserve">aktuelle Zusammenstellung kostet, </w:t>
      </w:r>
      <w:r w:rsidR="00AC066F" w:rsidRPr="00AC066F">
        <w:rPr>
          <w:rFonts w:ascii="Arial" w:hAnsi="Arial" w:cs="Arial"/>
          <w:bCs/>
          <w:color w:val="000000" w:themeColor="text1"/>
          <w:sz w:val="22"/>
        </w:rPr>
        <w:t>nicht nur</w:t>
      </w:r>
      <w:r w:rsidR="002579F9" w:rsidRPr="00AC066F">
        <w:rPr>
          <w:rFonts w:ascii="Arial" w:hAnsi="Arial" w:cs="Arial"/>
          <w:bCs/>
          <w:color w:val="000000" w:themeColor="text1"/>
          <w:sz w:val="22"/>
        </w:rPr>
        <w:t xml:space="preserve"> bei einer Serienbestellung</w:t>
      </w:r>
      <w:r w:rsidR="00AC066F" w:rsidRPr="00AC066F">
        <w:rPr>
          <w:rFonts w:ascii="Arial" w:hAnsi="Arial" w:cs="Arial"/>
          <w:bCs/>
          <w:color w:val="000000" w:themeColor="text1"/>
          <w:sz w:val="22"/>
        </w:rPr>
        <w:t>, sondern auch</w:t>
      </w:r>
      <w:r w:rsidR="002579F9" w:rsidRPr="00AC066F">
        <w:rPr>
          <w:rFonts w:ascii="Arial" w:hAnsi="Arial" w:cs="Arial"/>
          <w:bCs/>
          <w:color w:val="000000" w:themeColor="text1"/>
          <w:sz w:val="22"/>
        </w:rPr>
        <w:t xml:space="preserve"> bei Fertigung</w:t>
      </w:r>
      <w:r w:rsidR="00D5277D" w:rsidRPr="00AC066F">
        <w:rPr>
          <w:rFonts w:ascii="Arial" w:hAnsi="Arial" w:cs="Arial"/>
          <w:bCs/>
          <w:color w:val="000000" w:themeColor="text1"/>
          <w:sz w:val="22"/>
        </w:rPr>
        <w:t xml:space="preserve"> inkl. Montage</w:t>
      </w:r>
      <w:r w:rsidR="002579F9" w:rsidRPr="00AC066F">
        <w:rPr>
          <w:rFonts w:ascii="Arial" w:hAnsi="Arial" w:cs="Arial"/>
          <w:bCs/>
          <w:color w:val="000000" w:themeColor="text1"/>
          <w:sz w:val="22"/>
        </w:rPr>
        <w:t xml:space="preserve"> durch Rittal.</w:t>
      </w:r>
    </w:p>
    <w:p w14:paraId="0E26506F" w14:textId="582DB629" w:rsidR="00AF1320" w:rsidRPr="00AC066F" w:rsidRDefault="00AC066F" w:rsidP="00D7634A">
      <w:pPr>
        <w:spacing w:after="120" w:line="312" w:lineRule="auto"/>
        <w:ind w:right="3493"/>
        <w:rPr>
          <w:rFonts w:ascii="Arial" w:hAnsi="Arial" w:cs="Arial"/>
          <w:bCs/>
          <w:color w:val="000000" w:themeColor="text1"/>
          <w:sz w:val="22"/>
        </w:rPr>
      </w:pPr>
      <w:r w:rsidRPr="00AC066F">
        <w:rPr>
          <w:rFonts w:ascii="Arial" w:hAnsi="Arial" w:cs="Arial"/>
          <w:bCs/>
          <w:color w:val="000000" w:themeColor="text1"/>
          <w:sz w:val="22"/>
        </w:rPr>
        <w:t xml:space="preserve">Durch transparente Kosten wird die Entscheidung zwischen verschiedenen Varianten vereinfacht. </w:t>
      </w:r>
      <w:r w:rsidR="00AF1320" w:rsidRPr="00AC066F">
        <w:rPr>
          <w:rFonts w:ascii="Arial" w:hAnsi="Arial" w:cs="Arial"/>
          <w:bCs/>
          <w:color w:val="000000" w:themeColor="text1"/>
          <w:sz w:val="22"/>
        </w:rPr>
        <w:t>P</w:t>
      </w:r>
      <w:r w:rsidR="00EA2809" w:rsidRPr="00AC066F">
        <w:rPr>
          <w:rFonts w:ascii="Arial" w:hAnsi="Arial" w:cs="Arial"/>
          <w:bCs/>
          <w:color w:val="000000" w:themeColor="text1"/>
          <w:sz w:val="22"/>
        </w:rPr>
        <w:t xml:space="preserve">er Klick </w:t>
      </w:r>
      <w:r w:rsidR="00A0179D" w:rsidRPr="00AC066F">
        <w:rPr>
          <w:rFonts w:ascii="Arial" w:hAnsi="Arial" w:cs="Arial"/>
          <w:bCs/>
          <w:color w:val="000000" w:themeColor="text1"/>
          <w:sz w:val="22"/>
        </w:rPr>
        <w:t>kann er</w:t>
      </w:r>
      <w:r w:rsidR="00AF1320" w:rsidRPr="00AC066F">
        <w:rPr>
          <w:rFonts w:ascii="Arial" w:hAnsi="Arial" w:cs="Arial"/>
          <w:bCs/>
          <w:color w:val="000000" w:themeColor="text1"/>
          <w:sz w:val="22"/>
        </w:rPr>
        <w:t xml:space="preserve"> die Bestellung der </w:t>
      </w:r>
      <w:r w:rsidR="00EA2809" w:rsidRPr="00AC066F">
        <w:rPr>
          <w:rFonts w:ascii="Arial" w:hAnsi="Arial" w:cs="Arial"/>
          <w:bCs/>
          <w:color w:val="000000" w:themeColor="text1"/>
          <w:sz w:val="22"/>
        </w:rPr>
        <w:t xml:space="preserve">benötigten Teile im Rittal Online-Shop auslösen. Falls es schnell gehen muss, profitieren Kunden von dem 24/48h-Lieferservice. </w:t>
      </w:r>
    </w:p>
    <w:p w14:paraId="6EE87B87" w14:textId="49D587D3" w:rsidR="00CD4237" w:rsidRPr="00AC066F" w:rsidRDefault="00CD4237" w:rsidP="00BD4C25">
      <w:pPr>
        <w:spacing w:after="240" w:line="312" w:lineRule="auto"/>
        <w:ind w:right="3493"/>
        <w:rPr>
          <w:rFonts w:ascii="Arial" w:hAnsi="Arial" w:cs="Arial"/>
          <w:bCs/>
          <w:color w:val="000000" w:themeColor="text1"/>
          <w:sz w:val="22"/>
        </w:rPr>
      </w:pPr>
      <w:r w:rsidRPr="00AC066F">
        <w:rPr>
          <w:rFonts w:ascii="Arial" w:hAnsi="Arial" w:cs="Arial"/>
          <w:bCs/>
          <w:color w:val="000000" w:themeColor="text1"/>
          <w:sz w:val="22"/>
        </w:rPr>
        <w:t xml:space="preserve">Integrierte Plausibilitätsprüfungen verhindern bereits in der Planungsphase mögliche Fehlbestellungen oder Fehlkonstruktionen. Nur was zusammen passt, lässt sich auch konfigurieren. Alle Daten werden </w:t>
      </w:r>
      <w:r w:rsidR="00EA2809" w:rsidRPr="00AC066F">
        <w:rPr>
          <w:rFonts w:ascii="Arial" w:hAnsi="Arial" w:cs="Arial"/>
          <w:bCs/>
          <w:color w:val="000000" w:themeColor="text1"/>
          <w:sz w:val="22"/>
        </w:rPr>
        <w:t xml:space="preserve">in RiPanel </w:t>
      </w:r>
      <w:r w:rsidRPr="00AC066F">
        <w:rPr>
          <w:rFonts w:ascii="Arial" w:hAnsi="Arial" w:cs="Arial"/>
          <w:bCs/>
          <w:color w:val="000000" w:themeColor="text1"/>
          <w:sz w:val="22"/>
        </w:rPr>
        <w:t>gespeichert und sind für Folgeprojekte einfach</w:t>
      </w:r>
      <w:r w:rsidR="00B07070" w:rsidRPr="00AC066F">
        <w:rPr>
          <w:rFonts w:ascii="Arial" w:hAnsi="Arial" w:cs="Arial"/>
          <w:bCs/>
          <w:color w:val="000000" w:themeColor="text1"/>
          <w:sz w:val="22"/>
        </w:rPr>
        <w:t xml:space="preserve"> nutzbar, auch im Fall von Modifikationen. </w:t>
      </w:r>
    </w:p>
    <w:p w14:paraId="67D7D5A3" w14:textId="77777777" w:rsidR="00CD4237" w:rsidRPr="00AC066F" w:rsidRDefault="00A0179D" w:rsidP="00D7634A">
      <w:pPr>
        <w:spacing w:after="120" w:line="312" w:lineRule="auto"/>
        <w:ind w:right="3493"/>
        <w:rPr>
          <w:rFonts w:ascii="Arial" w:hAnsi="Arial" w:cs="Arial"/>
          <w:b/>
          <w:bCs/>
          <w:color w:val="000000" w:themeColor="text1"/>
          <w:sz w:val="22"/>
        </w:rPr>
      </w:pPr>
      <w:r w:rsidRPr="00AC066F">
        <w:rPr>
          <w:rFonts w:ascii="Arial" w:hAnsi="Arial" w:cs="Arial"/>
          <w:b/>
          <w:bCs/>
          <w:color w:val="000000" w:themeColor="text1"/>
          <w:sz w:val="22"/>
        </w:rPr>
        <w:t>Hoch automatisiert und effizient fertigen</w:t>
      </w:r>
    </w:p>
    <w:p w14:paraId="5E2BC81F" w14:textId="4F149A23" w:rsidR="0076207E" w:rsidRPr="00AC066F" w:rsidRDefault="00CD4237" w:rsidP="0076207E">
      <w:pPr>
        <w:spacing w:after="120" w:line="312" w:lineRule="auto"/>
        <w:ind w:right="3493"/>
        <w:rPr>
          <w:rFonts w:ascii="Arial" w:hAnsi="Arial" w:cs="Arial"/>
          <w:bCs/>
          <w:color w:val="000000" w:themeColor="text1"/>
          <w:sz w:val="22"/>
        </w:rPr>
      </w:pPr>
      <w:r w:rsidRPr="00AC066F">
        <w:rPr>
          <w:rFonts w:ascii="Arial" w:hAnsi="Arial" w:cs="Arial"/>
          <w:bCs/>
          <w:color w:val="000000" w:themeColor="text1"/>
          <w:sz w:val="22"/>
        </w:rPr>
        <w:t xml:space="preserve">Die Entwickler von Eplan und Rittal </w:t>
      </w:r>
      <w:r w:rsidR="00AF1320" w:rsidRPr="00AC066F">
        <w:rPr>
          <w:rFonts w:ascii="Arial" w:hAnsi="Arial" w:cs="Arial"/>
          <w:bCs/>
          <w:color w:val="000000" w:themeColor="text1"/>
          <w:sz w:val="22"/>
        </w:rPr>
        <w:t xml:space="preserve">haben den Prozess </w:t>
      </w:r>
      <w:r w:rsidRPr="00AC066F">
        <w:rPr>
          <w:rFonts w:ascii="Arial" w:hAnsi="Arial" w:cs="Arial"/>
          <w:bCs/>
          <w:color w:val="000000" w:themeColor="text1"/>
          <w:sz w:val="22"/>
        </w:rPr>
        <w:t>bis in die Fertigung weitergedacht: Der virtuelle Prototyp des geplanten</w:t>
      </w:r>
      <w:r w:rsidR="00AF1320" w:rsidRPr="00AC066F">
        <w:rPr>
          <w:rFonts w:ascii="Arial" w:hAnsi="Arial" w:cs="Arial"/>
          <w:bCs/>
          <w:color w:val="000000" w:themeColor="text1"/>
          <w:sz w:val="22"/>
        </w:rPr>
        <w:t xml:space="preserve"> Schaltschranks lässt sich </w:t>
      </w:r>
      <w:r w:rsidR="00AC066F" w:rsidRPr="00AC066F">
        <w:rPr>
          <w:rFonts w:ascii="Arial" w:hAnsi="Arial" w:cs="Arial"/>
          <w:bCs/>
          <w:color w:val="000000" w:themeColor="text1"/>
          <w:sz w:val="22"/>
        </w:rPr>
        <w:t xml:space="preserve">zur weiteren NC-Bearbeitung </w:t>
      </w:r>
      <w:r w:rsidRPr="00AC066F">
        <w:rPr>
          <w:rFonts w:ascii="Arial" w:hAnsi="Arial" w:cs="Arial"/>
          <w:bCs/>
          <w:color w:val="000000" w:themeColor="text1"/>
          <w:sz w:val="22"/>
        </w:rPr>
        <w:t>an Fertigungsautomaten</w:t>
      </w:r>
      <w:r w:rsidR="00AC066F" w:rsidRPr="00AC066F">
        <w:rPr>
          <w:rFonts w:ascii="Arial" w:hAnsi="Arial" w:cs="Arial"/>
          <w:bCs/>
          <w:color w:val="000000" w:themeColor="text1"/>
          <w:sz w:val="22"/>
        </w:rPr>
        <w:t xml:space="preserve"> übergeben, beispielsweise an die </w:t>
      </w:r>
      <w:r w:rsidRPr="00AC066F">
        <w:rPr>
          <w:rFonts w:ascii="Arial" w:hAnsi="Arial" w:cs="Arial"/>
          <w:bCs/>
          <w:color w:val="000000" w:themeColor="text1"/>
          <w:sz w:val="22"/>
        </w:rPr>
        <w:t>Perforex</w:t>
      </w:r>
      <w:r w:rsidR="00EA2809" w:rsidRPr="00AC066F">
        <w:rPr>
          <w:rFonts w:ascii="Arial" w:hAnsi="Arial" w:cs="Arial"/>
          <w:bCs/>
          <w:color w:val="000000" w:themeColor="text1"/>
          <w:sz w:val="22"/>
        </w:rPr>
        <w:t xml:space="preserve"> MT</w:t>
      </w:r>
      <w:r w:rsidRPr="00AC066F">
        <w:rPr>
          <w:rFonts w:ascii="Arial" w:hAnsi="Arial" w:cs="Arial"/>
          <w:bCs/>
          <w:color w:val="000000" w:themeColor="text1"/>
          <w:sz w:val="22"/>
        </w:rPr>
        <w:t xml:space="preserve">. </w:t>
      </w:r>
      <w:r w:rsidR="00AF1320" w:rsidRPr="00AC066F">
        <w:rPr>
          <w:rFonts w:ascii="Arial" w:hAnsi="Arial" w:cs="Arial"/>
          <w:bCs/>
          <w:color w:val="000000" w:themeColor="text1"/>
          <w:sz w:val="22"/>
        </w:rPr>
        <w:t xml:space="preserve">Die </w:t>
      </w:r>
      <w:r w:rsidR="0076207E" w:rsidRPr="00AC066F">
        <w:rPr>
          <w:rFonts w:ascii="Arial" w:hAnsi="Arial" w:cs="Arial"/>
          <w:bCs/>
          <w:color w:val="000000" w:themeColor="text1"/>
          <w:sz w:val="22"/>
        </w:rPr>
        <w:t xml:space="preserve">Daten </w:t>
      </w:r>
      <w:r w:rsidR="00AF1320" w:rsidRPr="00AC066F">
        <w:rPr>
          <w:rFonts w:ascii="Arial" w:hAnsi="Arial" w:cs="Arial"/>
          <w:bCs/>
          <w:color w:val="000000" w:themeColor="text1"/>
          <w:sz w:val="22"/>
        </w:rPr>
        <w:t xml:space="preserve">können auch </w:t>
      </w:r>
      <w:r w:rsidR="0076207E" w:rsidRPr="00AC066F">
        <w:rPr>
          <w:rFonts w:ascii="Arial" w:hAnsi="Arial" w:cs="Arial"/>
          <w:bCs/>
          <w:color w:val="000000" w:themeColor="text1"/>
          <w:sz w:val="22"/>
        </w:rPr>
        <w:t>an die neue Fertigungssteuerung RiPanel Processing Center übergeben</w:t>
      </w:r>
      <w:r w:rsidR="00AF1320" w:rsidRPr="00AC066F">
        <w:rPr>
          <w:rFonts w:ascii="Arial" w:hAnsi="Arial" w:cs="Arial"/>
          <w:bCs/>
          <w:color w:val="000000" w:themeColor="text1"/>
          <w:sz w:val="22"/>
        </w:rPr>
        <w:t xml:space="preserve"> werden</w:t>
      </w:r>
      <w:r w:rsidR="0076207E" w:rsidRPr="00AC066F">
        <w:rPr>
          <w:rFonts w:ascii="Arial" w:hAnsi="Arial" w:cs="Arial"/>
          <w:bCs/>
          <w:color w:val="000000" w:themeColor="text1"/>
          <w:sz w:val="22"/>
        </w:rPr>
        <w:t>.</w:t>
      </w:r>
      <w:r w:rsidR="00735093" w:rsidRPr="00AC066F">
        <w:rPr>
          <w:rFonts w:ascii="Arial" w:hAnsi="Arial" w:cs="Arial"/>
          <w:bCs/>
          <w:color w:val="000000" w:themeColor="text1"/>
          <w:sz w:val="22"/>
        </w:rPr>
        <w:t xml:space="preserve"> </w:t>
      </w:r>
    </w:p>
    <w:p w14:paraId="003E3610" w14:textId="4AFE6C2B" w:rsidR="0047607D" w:rsidRPr="00AC066F" w:rsidRDefault="0047607D" w:rsidP="0047607D">
      <w:pPr>
        <w:spacing w:after="240" w:line="312" w:lineRule="auto"/>
        <w:ind w:right="3493"/>
        <w:rPr>
          <w:rFonts w:ascii="Arial" w:hAnsi="Arial" w:cs="Arial"/>
          <w:color w:val="000000" w:themeColor="text1"/>
          <w:sz w:val="22"/>
          <w:szCs w:val="22"/>
        </w:rPr>
      </w:pPr>
      <w:r w:rsidRPr="00AC066F">
        <w:rPr>
          <w:rFonts w:ascii="Arial" w:hAnsi="Arial" w:cs="Arial"/>
          <w:color w:val="000000" w:themeColor="text1"/>
          <w:sz w:val="22"/>
          <w:szCs w:val="22"/>
        </w:rPr>
        <w:lastRenderedPageBreak/>
        <w:t>(</w:t>
      </w:r>
      <w:r w:rsidR="003942D5" w:rsidRPr="00AC066F">
        <w:rPr>
          <w:rFonts w:ascii="Arial" w:hAnsi="Arial" w:cs="Arial"/>
          <w:color w:val="000000" w:themeColor="text1"/>
          <w:sz w:val="22"/>
          <w:szCs w:val="22"/>
        </w:rPr>
        <w:t>3.</w:t>
      </w:r>
      <w:r w:rsidR="008A2D84">
        <w:rPr>
          <w:rFonts w:ascii="Arial" w:hAnsi="Arial" w:cs="Arial"/>
          <w:color w:val="000000" w:themeColor="text1"/>
          <w:sz w:val="22"/>
          <w:szCs w:val="22"/>
        </w:rPr>
        <w:t>360</w:t>
      </w:r>
      <w:r w:rsidR="001F335F" w:rsidRPr="00AC066F">
        <w:rPr>
          <w:rFonts w:ascii="Arial" w:hAnsi="Arial" w:cs="Arial"/>
          <w:color w:val="000000" w:themeColor="text1"/>
          <w:sz w:val="22"/>
          <w:szCs w:val="22"/>
        </w:rPr>
        <w:t xml:space="preserve"> </w:t>
      </w:r>
      <w:r w:rsidRPr="00AC066F">
        <w:rPr>
          <w:rFonts w:ascii="Arial" w:hAnsi="Arial" w:cs="Arial"/>
          <w:color w:val="000000" w:themeColor="text1"/>
          <w:sz w:val="22"/>
          <w:szCs w:val="22"/>
        </w:rPr>
        <w:t>Zeichen)</w:t>
      </w:r>
    </w:p>
    <w:p w14:paraId="6DACADFF" w14:textId="2652701A" w:rsidR="00CF274B" w:rsidRDefault="00CF274B" w:rsidP="00AD7357">
      <w:pPr>
        <w:spacing w:after="240" w:line="312" w:lineRule="auto"/>
        <w:ind w:right="3493"/>
        <w:rPr>
          <w:rFonts w:ascii="Wingdings" w:hAnsi="Wingdings"/>
          <w:color w:val="000000" w:themeColor="text1"/>
        </w:rPr>
      </w:pPr>
      <w:r w:rsidRPr="00AC066F">
        <w:rPr>
          <w:rFonts w:ascii="Wingdings" w:hAnsi="Wingdings"/>
          <w:color w:val="000000" w:themeColor="text1"/>
        </w:rPr>
        <w:t></w:t>
      </w:r>
    </w:p>
    <w:p w14:paraId="149BF398" w14:textId="77777777" w:rsidR="00CF274B" w:rsidRPr="00AC066F" w:rsidRDefault="00CF274B" w:rsidP="00AD7357">
      <w:pPr>
        <w:pStyle w:val="PIAbspann"/>
        <w:rPr>
          <w:b/>
          <w:bCs/>
          <w:color w:val="000000" w:themeColor="text1"/>
        </w:rPr>
      </w:pPr>
      <w:r w:rsidRPr="00AC066F">
        <w:rPr>
          <w:b/>
          <w:bCs/>
          <w:color w:val="000000" w:themeColor="text1"/>
        </w:rPr>
        <w:t>Bildmaterial</w:t>
      </w:r>
      <w:r w:rsidR="006F7328" w:rsidRPr="00AC066F">
        <w:rPr>
          <w:b/>
          <w:bCs/>
          <w:color w:val="000000" w:themeColor="text1"/>
        </w:rPr>
        <w:t xml:space="preserve"> </w:t>
      </w:r>
    </w:p>
    <w:p w14:paraId="6860F5AE" w14:textId="530E20C6" w:rsidR="00E020E0" w:rsidRPr="00AC066F" w:rsidRDefault="00E020E0" w:rsidP="00EC4801">
      <w:pPr>
        <w:autoSpaceDE w:val="0"/>
        <w:autoSpaceDN w:val="0"/>
        <w:adjustRightInd w:val="0"/>
        <w:spacing w:after="240" w:line="312" w:lineRule="auto"/>
        <w:ind w:right="3493"/>
        <w:rPr>
          <w:rFonts w:ascii="Arial" w:hAnsi="Arial" w:cs="Arial"/>
          <w:color w:val="000000" w:themeColor="text1"/>
          <w:sz w:val="18"/>
        </w:rPr>
      </w:pPr>
      <w:r w:rsidRPr="00AC066F">
        <w:rPr>
          <w:rFonts w:ascii="Arial" w:hAnsi="Arial" w:cs="Arial"/>
          <w:color w:val="000000" w:themeColor="text1"/>
          <w:sz w:val="18"/>
        </w:rPr>
        <w:t>fri211304600.jpg: Mit dem neuen Schaltschrank-Konfigurator RiPanel von Rittal lassen sich auch kundenindividuelle Schaltschränke inklusive Zubehör und Preisauskunft konfigurieren und online bestellen</w:t>
      </w:r>
    </w:p>
    <w:p w14:paraId="5CEDAE12" w14:textId="2675CC74" w:rsidR="00CF274B" w:rsidRDefault="00CF274B" w:rsidP="00321908">
      <w:pPr>
        <w:pStyle w:val="PIAbspann"/>
        <w:rPr>
          <w:color w:val="000000" w:themeColor="text1"/>
        </w:rPr>
      </w:pPr>
      <w:r w:rsidRPr="00AC066F">
        <w:rPr>
          <w:color w:val="000000" w:themeColor="text1"/>
        </w:rPr>
        <w:t>Abdruck honorar</w:t>
      </w:r>
      <w:r w:rsidR="00BD4C25" w:rsidRPr="00AC066F">
        <w:rPr>
          <w:color w:val="000000" w:themeColor="text1"/>
        </w:rPr>
        <w:t>frei. Bitte geben Sie als Quelle</w:t>
      </w:r>
      <w:r w:rsidR="00EC4801" w:rsidRPr="00AC066F">
        <w:rPr>
          <w:color w:val="000000" w:themeColor="text1"/>
        </w:rPr>
        <w:t xml:space="preserve"> Rittal </w:t>
      </w:r>
      <w:r w:rsidRPr="00AC066F">
        <w:rPr>
          <w:color w:val="000000" w:themeColor="text1"/>
        </w:rPr>
        <w:t>an. Wir freuen uns über einen Beleg.</w:t>
      </w:r>
    </w:p>
    <w:p w14:paraId="1E4EF0AE" w14:textId="77777777" w:rsidR="00035B14" w:rsidRDefault="00035B14" w:rsidP="00035B14">
      <w:pPr>
        <w:autoSpaceDE w:val="0"/>
        <w:autoSpaceDN w:val="0"/>
        <w:adjustRightInd w:val="0"/>
        <w:spacing w:after="240" w:line="312" w:lineRule="auto"/>
        <w:ind w:right="3493"/>
        <w:rPr>
          <w:rFonts w:ascii="Arial" w:hAnsi="Arial" w:cs="Arial"/>
          <w:b/>
          <w:bCs/>
          <w:sz w:val="18"/>
          <w:szCs w:val="18"/>
        </w:rPr>
      </w:pPr>
      <w:bookmarkStart w:id="0" w:name="_GoBack"/>
      <w:bookmarkEnd w:id="0"/>
    </w:p>
    <w:p w14:paraId="45C81869" w14:textId="285D4C90" w:rsidR="00035B14" w:rsidRDefault="00035B14" w:rsidP="00035B14">
      <w:pPr>
        <w:autoSpaceDE w:val="0"/>
        <w:autoSpaceDN w:val="0"/>
        <w:adjustRightInd w:val="0"/>
        <w:spacing w:after="240" w:line="312" w:lineRule="auto"/>
        <w:ind w:right="3493"/>
        <w:rPr>
          <w:rFonts w:ascii="Arial" w:hAnsi="Arial" w:cs="Arial"/>
          <w:b/>
          <w:bCs/>
          <w:sz w:val="18"/>
          <w:szCs w:val="18"/>
        </w:rPr>
      </w:pPr>
      <w:r w:rsidRPr="0000441B">
        <w:rPr>
          <w:rFonts w:ascii="Arial" w:hAnsi="Arial" w:cs="Arial"/>
          <w:b/>
          <w:bCs/>
          <w:sz w:val="18"/>
          <w:szCs w:val="18"/>
        </w:rPr>
        <w:t>Pressemappe SPS 2021</w:t>
      </w:r>
    </w:p>
    <w:p w14:paraId="2862BBBE" w14:textId="3B479FBE" w:rsidR="00035B14" w:rsidRPr="0000441B" w:rsidRDefault="00035B14" w:rsidP="00035B14">
      <w:pPr>
        <w:autoSpaceDE w:val="0"/>
        <w:autoSpaceDN w:val="0"/>
        <w:adjustRightInd w:val="0"/>
        <w:spacing w:after="240" w:line="312" w:lineRule="auto"/>
        <w:ind w:right="3493"/>
        <w:rPr>
          <w:rFonts w:ascii="Arial" w:hAnsi="Arial" w:cs="Arial"/>
          <w:sz w:val="18"/>
          <w:szCs w:val="18"/>
        </w:rPr>
      </w:pPr>
      <w:r w:rsidRPr="0000441B">
        <w:rPr>
          <w:rFonts w:ascii="Arial" w:hAnsi="Arial" w:cs="Arial"/>
          <w:sz w:val="18"/>
          <w:szCs w:val="18"/>
        </w:rPr>
        <w:t xml:space="preserve">Leider musste die Messe aufgrund der aktuellen Pandemiesituation abgesagt werden. Gerne hätten wir Sie persönlich gesehen. Was wir Ihnen gezeigt hätten, finden Sie in der gemeinsamen Pressemappe von Rittal, Eplan und German Edge Cloud: </w:t>
      </w:r>
      <w:hyperlink r:id="rId17" w:history="1">
        <w:r w:rsidRPr="0000441B">
          <w:rPr>
            <w:rFonts w:ascii="Arial" w:hAnsi="Arial" w:cs="Arial"/>
            <w:color w:val="0000FF"/>
            <w:sz w:val="18"/>
            <w:szCs w:val="18"/>
            <w:u w:val="single"/>
          </w:rPr>
          <w:t>www.rittal.de/pressemappe</w:t>
        </w:r>
      </w:hyperlink>
      <w:r w:rsidRPr="0000441B">
        <w:rPr>
          <w:rFonts w:ascii="Arial" w:hAnsi="Arial" w:cs="Arial"/>
          <w:sz w:val="18"/>
          <w:szCs w:val="18"/>
        </w:rPr>
        <w:t xml:space="preserve"> </w:t>
      </w:r>
    </w:p>
    <w:p w14:paraId="6EC92576" w14:textId="77777777" w:rsidR="00035B14" w:rsidRPr="0000441B" w:rsidRDefault="00035B14" w:rsidP="00035B14">
      <w:pPr>
        <w:autoSpaceDE w:val="0"/>
        <w:autoSpaceDN w:val="0"/>
        <w:adjustRightInd w:val="0"/>
        <w:spacing w:after="240" w:line="312" w:lineRule="auto"/>
        <w:ind w:right="3493"/>
        <w:rPr>
          <w:rFonts w:ascii="Arial" w:hAnsi="Arial" w:cs="Arial"/>
          <w:sz w:val="18"/>
          <w:szCs w:val="18"/>
        </w:rPr>
      </w:pPr>
      <w:r w:rsidRPr="0000441B">
        <w:rPr>
          <w:rFonts w:ascii="Arial" w:hAnsi="Arial" w:cs="Arial"/>
          <w:sz w:val="18"/>
          <w:szCs w:val="18"/>
        </w:rPr>
        <w:t xml:space="preserve">Sie möchten sich auch ohne Messe mit uns austauschen? Sprechen Sie uns an, wir freuen uns auf Sie!  </w:t>
      </w:r>
    </w:p>
    <w:p w14:paraId="5CF6ADAB" w14:textId="77777777" w:rsidR="00035B14" w:rsidRDefault="00035B14" w:rsidP="00996626">
      <w:pPr>
        <w:spacing w:after="240" w:line="312" w:lineRule="auto"/>
        <w:ind w:right="3493"/>
        <w:rPr>
          <w:rFonts w:ascii="Arial" w:hAnsi="Arial" w:cs="Arial"/>
          <w:b/>
          <w:color w:val="000000" w:themeColor="text1"/>
          <w:sz w:val="18"/>
        </w:rPr>
      </w:pPr>
    </w:p>
    <w:p w14:paraId="12D0A947" w14:textId="5573F7CF" w:rsidR="00996626" w:rsidRPr="00AC066F" w:rsidRDefault="00996626" w:rsidP="00996626">
      <w:pPr>
        <w:spacing w:after="240" w:line="312" w:lineRule="auto"/>
        <w:ind w:right="3493"/>
        <w:rPr>
          <w:rFonts w:ascii="Arial" w:hAnsi="Arial" w:cs="Arial"/>
          <w:b/>
          <w:color w:val="000000" w:themeColor="text1"/>
          <w:sz w:val="18"/>
        </w:rPr>
      </w:pPr>
      <w:r w:rsidRPr="00AC066F">
        <w:rPr>
          <w:rFonts w:ascii="Arial" w:hAnsi="Arial" w:cs="Arial"/>
          <w:b/>
          <w:color w:val="000000" w:themeColor="text1"/>
          <w:sz w:val="18"/>
        </w:rPr>
        <w:t>Über Rittal</w:t>
      </w:r>
    </w:p>
    <w:p w14:paraId="161B15E8" w14:textId="77777777" w:rsidR="00AC066F" w:rsidRPr="001E111F" w:rsidRDefault="00AC066F" w:rsidP="00AC066F">
      <w:pPr>
        <w:spacing w:after="240" w:line="312" w:lineRule="auto"/>
        <w:ind w:right="3493"/>
        <w:rPr>
          <w:rFonts w:ascii="Arial" w:hAnsi="Arial" w:cs="Arial"/>
          <w:sz w:val="18"/>
        </w:rPr>
      </w:pPr>
      <w:r w:rsidRPr="001E111F">
        <w:rPr>
          <w:rFonts w:ascii="Arial" w:hAnsi="Arial" w:cs="Arial"/>
          <w:sz w:val="18"/>
        </w:rPr>
        <w:t>Rittal mit Sitz in Herborn, Hessen, ist ein weltweit führender Systemanbieter für Schaltschränke, Stromverteilung, Klimatisierung, IT-Infrastruktur sowie Software &amp; Service. Systemlösungen von Rittal sind in über 90 Prozent aller Branchen weltweit zu finden, etwa im Maschinen- und Anlagenbau, der Nahrungs- und Genussmittelindustrie sowie in der IT- und Telekommunikationsbranche.</w:t>
      </w:r>
    </w:p>
    <w:p w14:paraId="282420C7" w14:textId="77777777" w:rsidR="00AC066F" w:rsidRPr="001E111F" w:rsidRDefault="00AC066F" w:rsidP="00AC066F">
      <w:pPr>
        <w:spacing w:after="240" w:line="312" w:lineRule="auto"/>
        <w:ind w:right="3493"/>
        <w:rPr>
          <w:rFonts w:ascii="Arial" w:hAnsi="Arial" w:cs="Arial"/>
          <w:sz w:val="18"/>
        </w:rPr>
      </w:pPr>
      <w:r w:rsidRPr="001E111F">
        <w:rPr>
          <w:rFonts w:ascii="Arial" w:hAnsi="Arial" w:cs="Arial"/>
          <w:sz w:val="18"/>
        </w:rPr>
        <w:t>Zum breiten Leistungsspektrum des Weltmarktführers gehören konfigurierbare Schaltschränke, deren Daten im gesamten Produktionsprozess durchgängig verfügbar sind. Intelligente Rittal Kühllösungen mit bis zu 75 Prozent geringerem Energie</w:t>
      </w:r>
      <w:r>
        <w:rPr>
          <w:rFonts w:ascii="Arial" w:hAnsi="Arial" w:cs="Arial"/>
          <w:sz w:val="18"/>
        </w:rPr>
        <w:t>verbrauch</w:t>
      </w:r>
      <w:r w:rsidRPr="001E111F">
        <w:rPr>
          <w:rFonts w:ascii="Arial" w:hAnsi="Arial" w:cs="Arial"/>
          <w:sz w:val="18"/>
        </w:rPr>
        <w:t xml:space="preserve"> und </w:t>
      </w:r>
      <w:r>
        <w:rPr>
          <w:rFonts w:ascii="Arial" w:hAnsi="Arial" w:cs="Arial"/>
          <w:sz w:val="18"/>
        </w:rPr>
        <w:t xml:space="preserve">hohem </w:t>
      </w:r>
      <w:r w:rsidRPr="001E111F">
        <w:rPr>
          <w:rFonts w:ascii="Arial" w:hAnsi="Arial" w:cs="Arial"/>
          <w:sz w:val="18"/>
        </w:rPr>
        <w:t>CO2-</w:t>
      </w:r>
      <w:r>
        <w:rPr>
          <w:rFonts w:ascii="Arial" w:hAnsi="Arial" w:cs="Arial"/>
          <w:sz w:val="18"/>
        </w:rPr>
        <w:t>Vorteil</w:t>
      </w:r>
      <w:r w:rsidRPr="001E111F">
        <w:rPr>
          <w:rFonts w:ascii="Arial" w:hAnsi="Arial" w:cs="Arial"/>
          <w:sz w:val="18"/>
        </w:rPr>
        <w:t xml:space="preserve"> können mit der Produktionslandschaft kommunizieren und ermöglichen vorausschauende Wartungs- und Servicekonzepte. Innovative IT-Lösungen vom IT-Rack über das modulare Rechenzentrum bis hin zu Edge und Hyperscale Computing Lösungen gehören zum Portfolio.</w:t>
      </w:r>
    </w:p>
    <w:p w14:paraId="0D0A2E50" w14:textId="77777777" w:rsidR="00AC066F" w:rsidRPr="001E111F" w:rsidRDefault="00AC066F" w:rsidP="00AC066F">
      <w:pPr>
        <w:spacing w:after="240" w:line="312" w:lineRule="auto"/>
        <w:ind w:right="3493"/>
        <w:rPr>
          <w:rFonts w:ascii="Arial" w:hAnsi="Arial" w:cs="Arial"/>
          <w:sz w:val="18"/>
        </w:rPr>
      </w:pPr>
      <w:r w:rsidRPr="001E111F">
        <w:rPr>
          <w:rFonts w:ascii="Arial" w:hAnsi="Arial" w:cs="Arial"/>
          <w:sz w:val="18"/>
        </w:rPr>
        <w:t xml:space="preserve">Die führenden Softwareanbieter Eplan und Cideon ergänzen die Wertschöpfungskette durch disziplinübergreifende Engineering-Lösungen, Rittal Automation Systems durch Automatisierungslösungen für den Schaltanlagenbau. Rittal liefert in </w:t>
      </w:r>
      <w:r w:rsidRPr="001E111F">
        <w:rPr>
          <w:rFonts w:ascii="Arial" w:hAnsi="Arial" w:cs="Arial"/>
          <w:sz w:val="18"/>
        </w:rPr>
        <w:lastRenderedPageBreak/>
        <w:t>Deutschland binnen 24 Stunden zum Bedarfstermin – punktgenau, flexibel und effizient.</w:t>
      </w:r>
    </w:p>
    <w:p w14:paraId="5A9F797E" w14:textId="77777777" w:rsidR="00AC066F" w:rsidRPr="001E111F" w:rsidRDefault="00AC066F" w:rsidP="00AC066F">
      <w:pPr>
        <w:spacing w:after="240" w:line="312" w:lineRule="auto"/>
        <w:ind w:right="3493"/>
        <w:rPr>
          <w:rFonts w:ascii="Arial" w:hAnsi="Arial" w:cs="Arial"/>
          <w:sz w:val="18"/>
        </w:rPr>
      </w:pPr>
      <w:r w:rsidRPr="001E111F">
        <w:rPr>
          <w:rFonts w:ascii="Arial" w:hAnsi="Arial" w:cs="Arial"/>
          <w:sz w:val="18"/>
        </w:rPr>
        <w:t>Rittal wurde im Jahr 1961 gegründet und ist das größte Unternehmen der inhabergeführten Friedhelm Loh Group. Di</w:t>
      </w:r>
      <w:r>
        <w:rPr>
          <w:rFonts w:ascii="Arial" w:hAnsi="Arial" w:cs="Arial"/>
          <w:sz w:val="18"/>
        </w:rPr>
        <w:t>e Friedhelm Loh Group ist mit 12 Produktionsstätten und 94</w:t>
      </w:r>
      <w:r w:rsidRPr="001E111F">
        <w:rPr>
          <w:rFonts w:ascii="Arial" w:hAnsi="Arial" w:cs="Arial"/>
          <w:sz w:val="18"/>
        </w:rPr>
        <w:t xml:space="preserve"> Tochtergesellschaften international erfolgreich. Die Unternehmensgruppe beschäf</w:t>
      </w:r>
      <w:r>
        <w:rPr>
          <w:rFonts w:ascii="Arial" w:hAnsi="Arial" w:cs="Arial"/>
          <w:sz w:val="18"/>
        </w:rPr>
        <w:t>tigt 11.6</w:t>
      </w:r>
      <w:r w:rsidRPr="001E111F">
        <w:rPr>
          <w:rFonts w:ascii="Arial" w:hAnsi="Arial" w:cs="Arial"/>
          <w:sz w:val="18"/>
        </w:rPr>
        <w:t>00 Mitar</w:t>
      </w:r>
      <w:r>
        <w:rPr>
          <w:rFonts w:ascii="Arial" w:hAnsi="Arial" w:cs="Arial"/>
          <w:sz w:val="18"/>
        </w:rPr>
        <w:t>beiter und erzielte im Jahr 2019 einen Umsatz von 2,6 Milliarden Euro. Zum 13.</w:t>
      </w:r>
      <w:r w:rsidRPr="001E111F">
        <w:rPr>
          <w:rFonts w:ascii="Arial" w:hAnsi="Arial" w:cs="Arial"/>
          <w:sz w:val="18"/>
        </w:rPr>
        <w:t xml:space="preserve"> Mal in Folge wurde das Familienunter</w:t>
      </w:r>
      <w:r>
        <w:rPr>
          <w:rFonts w:ascii="Arial" w:hAnsi="Arial" w:cs="Arial"/>
          <w:sz w:val="18"/>
        </w:rPr>
        <w:t>nehmen 2021</w:t>
      </w:r>
      <w:r w:rsidRPr="001E111F">
        <w:rPr>
          <w:rFonts w:ascii="Arial" w:hAnsi="Arial" w:cs="Arial"/>
          <w:sz w:val="18"/>
        </w:rPr>
        <w:t xml:space="preserve"> als Top Arbeitgeber Deutschland ausgezeichnet. In einer bundesweiten Studie stellten die Zeitschrift Focus Money und die Stiftung Deutschland Test fest, d</w:t>
      </w:r>
      <w:r>
        <w:rPr>
          <w:rFonts w:ascii="Arial" w:hAnsi="Arial" w:cs="Arial"/>
          <w:sz w:val="18"/>
        </w:rPr>
        <w:t>ass die Friedhelm Loh Group 2021 bereits zum fünften</w:t>
      </w:r>
      <w:r w:rsidRPr="001E111F">
        <w:rPr>
          <w:rFonts w:ascii="Arial" w:hAnsi="Arial" w:cs="Arial"/>
          <w:sz w:val="18"/>
        </w:rPr>
        <w:t xml:space="preserve"> Mal</w:t>
      </w:r>
      <w:r>
        <w:rPr>
          <w:rFonts w:ascii="Arial" w:hAnsi="Arial" w:cs="Arial"/>
          <w:sz w:val="18"/>
        </w:rPr>
        <w:t xml:space="preserve"> in Folge</w:t>
      </w:r>
      <w:r w:rsidRPr="001E111F">
        <w:rPr>
          <w:rFonts w:ascii="Arial" w:hAnsi="Arial" w:cs="Arial"/>
          <w:sz w:val="18"/>
        </w:rPr>
        <w:t xml:space="preserve"> zu den bundesweit besten Ausbildungsbetrieben gehört.</w:t>
      </w:r>
    </w:p>
    <w:p w14:paraId="3304CD16" w14:textId="77777777" w:rsidR="00AC066F" w:rsidRPr="001E111F" w:rsidRDefault="00AC066F" w:rsidP="00AC066F">
      <w:pPr>
        <w:spacing w:after="240" w:line="312" w:lineRule="auto"/>
        <w:ind w:right="3493"/>
        <w:rPr>
          <w:rFonts w:ascii="Arial" w:hAnsi="Arial" w:cs="Arial"/>
          <w:sz w:val="18"/>
        </w:rPr>
      </w:pPr>
      <w:r w:rsidRPr="001E111F">
        <w:rPr>
          <w:rFonts w:ascii="Arial" w:hAnsi="Arial" w:cs="Arial"/>
          <w:sz w:val="18"/>
        </w:rPr>
        <w:t>Weitere Informationen finden Sie unter www.rittal.de und www.friedhelm-loh-group.com.</w:t>
      </w:r>
    </w:p>
    <w:p w14:paraId="50FDC687" w14:textId="77777777" w:rsidR="00EC6BA9" w:rsidRPr="00AC066F" w:rsidRDefault="00EC6BA9" w:rsidP="00D25C83">
      <w:pPr>
        <w:pStyle w:val="Kopfzeile"/>
        <w:tabs>
          <w:tab w:val="clear" w:pos="4536"/>
          <w:tab w:val="clear" w:pos="9072"/>
        </w:tabs>
        <w:spacing w:after="240" w:line="312" w:lineRule="auto"/>
        <w:ind w:right="3493"/>
        <w:rPr>
          <w:rFonts w:ascii="Arial" w:hAnsi="Arial" w:cs="Arial"/>
          <w:color w:val="000000" w:themeColor="text1"/>
          <w:sz w:val="18"/>
          <w:szCs w:val="18"/>
        </w:rPr>
      </w:pPr>
    </w:p>
    <w:sectPr w:rsidR="00EC6BA9" w:rsidRPr="00AC066F" w:rsidSect="00166725">
      <w:headerReference w:type="default" r:id="rId18"/>
      <w:footerReference w:type="default" r:id="rId19"/>
      <w:headerReference w:type="first" r:id="rId20"/>
      <w:footerReference w:type="first" r:id="rId21"/>
      <w:pgSz w:w="11906" w:h="16838"/>
      <w:pgMar w:top="3540"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79C6E7" w14:textId="77777777" w:rsidR="00412688" w:rsidRDefault="00412688">
      <w:r>
        <w:separator/>
      </w:r>
    </w:p>
  </w:endnote>
  <w:endnote w:type="continuationSeparator" w:id="0">
    <w:p w14:paraId="24456C93" w14:textId="77777777" w:rsidR="00412688" w:rsidRDefault="004126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4EE9F" w14:textId="77777777" w:rsidR="006C62FE" w:rsidRPr="008C6F46" w:rsidRDefault="006C62FE" w:rsidP="008C6F46">
    <w:pPr>
      <w:pStyle w:val="Fuzeile"/>
      <w:jc w:val="right"/>
      <w:rPr>
        <w:rFonts w:ascii="Arial" w:hAnsi="Arial" w:cs="Arial"/>
        <w:sz w:val="22"/>
        <w:szCs w:val="22"/>
      </w:rPr>
    </w:pPr>
    <w:r w:rsidRPr="008C6F46">
      <w:rPr>
        <w:rStyle w:val="Seitenzahl"/>
        <w:rFonts w:ascii="Arial" w:hAnsi="Arial" w:cs="Arial"/>
        <w:sz w:val="22"/>
        <w:szCs w:val="22"/>
      </w:rPr>
      <w:t xml:space="preserve">Seite </w:t>
    </w:r>
    <w:r w:rsidRPr="008C6F46">
      <w:rPr>
        <w:rStyle w:val="Seitenzahl"/>
        <w:rFonts w:ascii="Arial" w:hAnsi="Arial" w:cs="Arial"/>
        <w:sz w:val="22"/>
        <w:szCs w:val="22"/>
      </w:rPr>
      <w:fldChar w:fldCharType="begin"/>
    </w:r>
    <w:r w:rsidRPr="008C6F46">
      <w:rPr>
        <w:rStyle w:val="Seitenzahl"/>
        <w:rFonts w:ascii="Arial" w:hAnsi="Arial" w:cs="Arial"/>
        <w:sz w:val="22"/>
        <w:szCs w:val="22"/>
      </w:rPr>
      <w:instrText xml:space="preserve"> PAGE </w:instrText>
    </w:r>
    <w:r w:rsidRPr="008C6F46">
      <w:rPr>
        <w:rStyle w:val="Seitenzahl"/>
        <w:rFonts w:ascii="Arial" w:hAnsi="Arial" w:cs="Arial"/>
        <w:sz w:val="22"/>
        <w:szCs w:val="22"/>
      </w:rPr>
      <w:fldChar w:fldCharType="separate"/>
    </w:r>
    <w:r w:rsidR="00695632">
      <w:rPr>
        <w:rStyle w:val="Seitenzahl"/>
        <w:rFonts w:ascii="Arial" w:hAnsi="Arial" w:cs="Arial"/>
        <w:noProof/>
        <w:sz w:val="22"/>
        <w:szCs w:val="22"/>
      </w:rPr>
      <w:t>4</w:t>
    </w:r>
    <w:r w:rsidRPr="008C6F46">
      <w:rPr>
        <w:rStyle w:val="Seitenzahl"/>
        <w:rFonts w:ascii="Arial" w:hAnsi="Arial" w:cs="Arial"/>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34C76" w14:textId="77777777" w:rsidR="006C62FE" w:rsidRDefault="006C62FE">
    <w:pPr>
      <w:pStyle w:val="Fuzeile"/>
      <w:jc w:val="right"/>
      <w:rPr>
        <w:rFonts w:ascii="Arial" w:hAnsi="Arial" w:cs="Arial"/>
        <w:sz w:val="22"/>
      </w:rPr>
    </w:pPr>
    <w:r>
      <w:rPr>
        <w:rFonts w:ascii="Arial" w:hAnsi="Arial" w:cs="Arial"/>
        <w:noProof/>
        <w:sz w:val="22"/>
      </w:rPr>
      <w:drawing>
        <wp:anchor distT="0" distB="0" distL="114300" distR="114300" simplePos="0" relativeHeight="251658240" behindDoc="1" locked="0" layoutInCell="1" allowOverlap="1" wp14:anchorId="7EC15376" wp14:editId="59ABD29F">
          <wp:simplePos x="0" y="0"/>
          <wp:positionH relativeFrom="page">
            <wp:posOffset>895985</wp:posOffset>
          </wp:positionH>
          <wp:positionV relativeFrom="page">
            <wp:posOffset>10274300</wp:posOffset>
          </wp:positionV>
          <wp:extent cx="1767840" cy="93345"/>
          <wp:effectExtent l="0" t="0" r="3810" b="1905"/>
          <wp:wrapNone/>
          <wp:docPr id="8" name="Bild 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AD54FF" w14:textId="77777777" w:rsidR="00412688" w:rsidRDefault="00412688">
      <w:r>
        <w:separator/>
      </w:r>
    </w:p>
  </w:footnote>
  <w:footnote w:type="continuationSeparator" w:id="0">
    <w:p w14:paraId="784E6E37" w14:textId="77777777" w:rsidR="00412688" w:rsidRDefault="004126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D9813" w14:textId="77777777" w:rsidR="006C62FE" w:rsidRDefault="00ED22BB">
    <w:pPr>
      <w:pStyle w:val="Kopfzeile"/>
      <w:spacing w:after="60"/>
      <w:rPr>
        <w:rFonts w:ascii="Arial" w:hAnsi="Arial" w:cs="Arial"/>
        <w:b/>
        <w:bCs/>
        <w:i/>
        <w:iCs/>
        <w:spacing w:val="40"/>
        <w:sz w:val="32"/>
        <w:lang w:val="en-GB"/>
      </w:rPr>
    </w:pPr>
    <w:r w:rsidRPr="00ED22BB">
      <w:rPr>
        <w:rFonts w:ascii="Arial" w:hAnsi="Arial" w:cs="Arial"/>
        <w:b/>
        <w:bCs/>
        <w:i/>
        <w:iCs/>
        <w:noProof/>
        <w:spacing w:val="40"/>
        <w:sz w:val="32"/>
      </w:rPr>
      <w:drawing>
        <wp:anchor distT="0" distB="0" distL="114300" distR="114300" simplePos="0" relativeHeight="251679744" behindDoc="1" locked="0" layoutInCell="1" allowOverlap="1" wp14:anchorId="2A94117F" wp14:editId="0D6FFF8B">
          <wp:simplePos x="0" y="0"/>
          <wp:positionH relativeFrom="column">
            <wp:posOffset>5347335</wp:posOffset>
          </wp:positionH>
          <wp:positionV relativeFrom="paragraph">
            <wp:posOffset>33020</wp:posOffset>
          </wp:positionV>
          <wp:extent cx="799465" cy="1128395"/>
          <wp:effectExtent l="0" t="0" r="635" b="0"/>
          <wp:wrapNone/>
          <wp:docPr id="1" name="Bild 4" descr="File:Rittal-Logo 2010.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File:Rittal-Logo 2010.sv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9465" cy="1128395"/>
                  </a:xfrm>
                  <a:prstGeom prst="rect">
                    <a:avLst/>
                  </a:prstGeom>
                  <a:noFill/>
                  <a:ln>
                    <a:noFill/>
                  </a:ln>
                </pic:spPr>
              </pic:pic>
            </a:graphicData>
          </a:graphic>
          <wp14:sizeRelH relativeFrom="page">
            <wp14:pctWidth>0</wp14:pctWidth>
          </wp14:sizeRelH>
          <wp14:sizeRelV relativeFrom="page">
            <wp14:pctHeight>0</wp14:pctHeight>
          </wp14:sizeRelV>
        </wp:anchor>
      </w:drawing>
    </w:r>
    <w:r w:rsidR="006C62FE">
      <w:rPr>
        <w:rFonts w:ascii="Arial" w:hAnsi="Arial" w:cs="Arial"/>
        <w:b/>
        <w:bCs/>
        <w:i/>
        <w:iCs/>
        <w:spacing w:val="40"/>
        <w:sz w:val="32"/>
        <w:lang w:val="en-GB"/>
      </w:rPr>
      <w:t>Presse-Information</w:t>
    </w:r>
  </w:p>
  <w:p w14:paraId="6075E8EE" w14:textId="77777777" w:rsidR="00F31422" w:rsidRDefault="00F31422" w:rsidP="001878C3">
    <w:pPr>
      <w:pStyle w:val="Kopfzeile"/>
      <w:tabs>
        <w:tab w:val="clear" w:pos="4536"/>
        <w:tab w:val="clear" w:pos="9072"/>
        <w:tab w:val="left" w:pos="6679"/>
      </w:tabs>
      <w:rPr>
        <w:rFonts w:ascii="Arial" w:hAnsi="Arial" w:cs="Arial"/>
        <w:sz w:val="22"/>
        <w:lang w:val="en-GB"/>
      </w:rPr>
    </w:pPr>
    <w:r w:rsidRPr="00F31422">
      <w:rPr>
        <w:rFonts w:ascii="Arial" w:hAnsi="Arial" w:cs="Arial"/>
        <w:sz w:val="22"/>
        <w:lang w:val="en-GB"/>
      </w:rPr>
      <w:t>Rittal GmbH &amp; Co. KG</w:t>
    </w:r>
  </w:p>
  <w:p w14:paraId="33AEAD07" w14:textId="323A4DB0" w:rsidR="006C62FE" w:rsidRDefault="001878C3" w:rsidP="001878C3">
    <w:pPr>
      <w:pStyle w:val="Kopfzeile"/>
      <w:tabs>
        <w:tab w:val="clear" w:pos="4536"/>
        <w:tab w:val="clear" w:pos="9072"/>
        <w:tab w:val="left" w:pos="6679"/>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92784B" w14:textId="77777777" w:rsidR="006C62FE" w:rsidRDefault="00ED22BB">
    <w:pPr>
      <w:pStyle w:val="Kopfzeile"/>
      <w:spacing w:after="60"/>
      <w:rPr>
        <w:rFonts w:ascii="Arial" w:hAnsi="Arial" w:cs="Arial"/>
        <w:b/>
        <w:bCs/>
        <w:i/>
        <w:iCs/>
        <w:spacing w:val="40"/>
        <w:sz w:val="32"/>
        <w:lang w:val="en-GB"/>
      </w:rPr>
    </w:pPr>
    <w:r w:rsidRPr="00ED22BB">
      <w:rPr>
        <w:rFonts w:ascii="Arial" w:hAnsi="Arial" w:cs="Arial"/>
        <w:b/>
        <w:bCs/>
        <w:i/>
        <w:iCs/>
        <w:noProof/>
        <w:spacing w:val="40"/>
        <w:sz w:val="32"/>
      </w:rPr>
      <w:drawing>
        <wp:anchor distT="0" distB="0" distL="114300" distR="114300" simplePos="0" relativeHeight="251676672" behindDoc="1" locked="0" layoutInCell="1" allowOverlap="1" wp14:anchorId="0DB64CB7" wp14:editId="25A9D0F0">
          <wp:simplePos x="0" y="0"/>
          <wp:positionH relativeFrom="column">
            <wp:posOffset>5339080</wp:posOffset>
          </wp:positionH>
          <wp:positionV relativeFrom="paragraph">
            <wp:posOffset>68580</wp:posOffset>
          </wp:positionV>
          <wp:extent cx="799465" cy="1128395"/>
          <wp:effectExtent l="0" t="0" r="635" b="0"/>
          <wp:wrapNone/>
          <wp:docPr id="12" name="Bild 4" descr="File:Rittal-Logo 2010.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File:Rittal-Logo 2010.sv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9465" cy="1128395"/>
                  </a:xfrm>
                  <a:prstGeom prst="rect">
                    <a:avLst/>
                  </a:prstGeom>
                  <a:noFill/>
                  <a:ln>
                    <a:noFill/>
                  </a:ln>
                </pic:spPr>
              </pic:pic>
            </a:graphicData>
          </a:graphic>
          <wp14:sizeRelH relativeFrom="page">
            <wp14:pctWidth>0</wp14:pctWidth>
          </wp14:sizeRelH>
          <wp14:sizeRelV relativeFrom="page">
            <wp14:pctHeight>0</wp14:pctHeight>
          </wp14:sizeRelV>
        </wp:anchor>
      </w:drawing>
    </w:r>
    <w:r w:rsidR="006C62FE">
      <w:rPr>
        <w:rFonts w:ascii="Arial" w:hAnsi="Arial" w:cs="Arial"/>
        <w:b/>
        <w:bCs/>
        <w:i/>
        <w:iCs/>
        <w:spacing w:val="40"/>
        <w:sz w:val="32"/>
        <w:lang w:val="en-GB"/>
      </w:rPr>
      <w:t>Presse-Information</w:t>
    </w:r>
  </w:p>
  <w:p w14:paraId="1F1DAE30" w14:textId="659C24BD" w:rsidR="006C62FE" w:rsidRDefault="00F31422">
    <w:pPr>
      <w:pStyle w:val="Kopfzeile"/>
    </w:pPr>
    <w:r>
      <w:rPr>
        <w:rFonts w:ascii="Arial" w:hAnsi="Arial" w:cs="Arial"/>
        <w:sz w:val="22"/>
        <w:lang w:val="en-GB"/>
      </w:rPr>
      <w:t>Rittal GmbH &amp; Co. KG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53BC1"/>
    <w:multiLevelType w:val="hybridMultilevel"/>
    <w:tmpl w:val="39FA8ACE"/>
    <w:lvl w:ilvl="0" w:tplc="87647C68">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1A4463CE"/>
    <w:multiLevelType w:val="hybridMultilevel"/>
    <w:tmpl w:val="652248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B0840F9"/>
    <w:multiLevelType w:val="hybridMultilevel"/>
    <w:tmpl w:val="A9FE23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4345FAA"/>
    <w:multiLevelType w:val="hybridMultilevel"/>
    <w:tmpl w:val="9F8AE7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7200414"/>
    <w:multiLevelType w:val="hybridMultilevel"/>
    <w:tmpl w:val="2D8A5F30"/>
    <w:lvl w:ilvl="0" w:tplc="B3E0116E">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27F2A80"/>
    <w:multiLevelType w:val="hybridMultilevel"/>
    <w:tmpl w:val="1F462C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1"/>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onsecutiveHyphenLimit w:val="3"/>
  <w:hyphenationZone w:val="851"/>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1EF"/>
    <w:rsid w:val="000016CA"/>
    <w:rsid w:val="0000260C"/>
    <w:rsid w:val="00002FD4"/>
    <w:rsid w:val="00006EAD"/>
    <w:rsid w:val="00007487"/>
    <w:rsid w:val="00014EEA"/>
    <w:rsid w:val="00015519"/>
    <w:rsid w:val="00017F3C"/>
    <w:rsid w:val="00023BE8"/>
    <w:rsid w:val="00023DD1"/>
    <w:rsid w:val="00025EB5"/>
    <w:rsid w:val="00026458"/>
    <w:rsid w:val="00026C78"/>
    <w:rsid w:val="00035595"/>
    <w:rsid w:val="00035B14"/>
    <w:rsid w:val="00040441"/>
    <w:rsid w:val="00045243"/>
    <w:rsid w:val="0004710B"/>
    <w:rsid w:val="00050781"/>
    <w:rsid w:val="00052E4F"/>
    <w:rsid w:val="00054DEB"/>
    <w:rsid w:val="00056277"/>
    <w:rsid w:val="0007074F"/>
    <w:rsid w:val="00070778"/>
    <w:rsid w:val="00071E2C"/>
    <w:rsid w:val="00072706"/>
    <w:rsid w:val="00073642"/>
    <w:rsid w:val="000749C8"/>
    <w:rsid w:val="00076D04"/>
    <w:rsid w:val="000809D1"/>
    <w:rsid w:val="0008634B"/>
    <w:rsid w:val="0009270E"/>
    <w:rsid w:val="000939E2"/>
    <w:rsid w:val="000974AF"/>
    <w:rsid w:val="000A1E71"/>
    <w:rsid w:val="000A1F79"/>
    <w:rsid w:val="000A27F9"/>
    <w:rsid w:val="000A5A45"/>
    <w:rsid w:val="000A6156"/>
    <w:rsid w:val="000A7A41"/>
    <w:rsid w:val="000B0FDC"/>
    <w:rsid w:val="000B6774"/>
    <w:rsid w:val="000B736C"/>
    <w:rsid w:val="000B7B9D"/>
    <w:rsid w:val="000C5CED"/>
    <w:rsid w:val="000C745B"/>
    <w:rsid w:val="000D0BF5"/>
    <w:rsid w:val="000D1962"/>
    <w:rsid w:val="000D541E"/>
    <w:rsid w:val="000D65A3"/>
    <w:rsid w:val="000D669F"/>
    <w:rsid w:val="000D6E0F"/>
    <w:rsid w:val="000E2583"/>
    <w:rsid w:val="000E449F"/>
    <w:rsid w:val="000E64D1"/>
    <w:rsid w:val="000E7B68"/>
    <w:rsid w:val="000F120D"/>
    <w:rsid w:val="000F1220"/>
    <w:rsid w:val="000F1806"/>
    <w:rsid w:val="000F1AB8"/>
    <w:rsid w:val="000F4C35"/>
    <w:rsid w:val="00101E29"/>
    <w:rsid w:val="001020D6"/>
    <w:rsid w:val="00102DD1"/>
    <w:rsid w:val="00104A94"/>
    <w:rsid w:val="0010541E"/>
    <w:rsid w:val="00106143"/>
    <w:rsid w:val="00106827"/>
    <w:rsid w:val="001078BE"/>
    <w:rsid w:val="0011187E"/>
    <w:rsid w:val="00116DEA"/>
    <w:rsid w:val="0012679F"/>
    <w:rsid w:val="00127BE8"/>
    <w:rsid w:val="001309EA"/>
    <w:rsid w:val="00145949"/>
    <w:rsid w:val="00150689"/>
    <w:rsid w:val="001567DD"/>
    <w:rsid w:val="00161675"/>
    <w:rsid w:val="00161EE7"/>
    <w:rsid w:val="00165594"/>
    <w:rsid w:val="00165BBA"/>
    <w:rsid w:val="00166725"/>
    <w:rsid w:val="00166D29"/>
    <w:rsid w:val="00166F0B"/>
    <w:rsid w:val="001704C6"/>
    <w:rsid w:val="001757A1"/>
    <w:rsid w:val="00176B5A"/>
    <w:rsid w:val="00181FDD"/>
    <w:rsid w:val="00182645"/>
    <w:rsid w:val="001828D2"/>
    <w:rsid w:val="001835AA"/>
    <w:rsid w:val="0018689F"/>
    <w:rsid w:val="00186C54"/>
    <w:rsid w:val="001878C3"/>
    <w:rsid w:val="00195CA3"/>
    <w:rsid w:val="00196BAD"/>
    <w:rsid w:val="00197317"/>
    <w:rsid w:val="001B12DD"/>
    <w:rsid w:val="001B19BC"/>
    <w:rsid w:val="001B5DE7"/>
    <w:rsid w:val="001C0C96"/>
    <w:rsid w:val="001C27B7"/>
    <w:rsid w:val="001D2DE0"/>
    <w:rsid w:val="001D47A3"/>
    <w:rsid w:val="001D4A42"/>
    <w:rsid w:val="001D5F75"/>
    <w:rsid w:val="001E1FA8"/>
    <w:rsid w:val="001E2372"/>
    <w:rsid w:val="001E2EC3"/>
    <w:rsid w:val="001E3EC6"/>
    <w:rsid w:val="001F335F"/>
    <w:rsid w:val="001F40E8"/>
    <w:rsid w:val="001F5E30"/>
    <w:rsid w:val="001F630D"/>
    <w:rsid w:val="00200313"/>
    <w:rsid w:val="0020125B"/>
    <w:rsid w:val="00203AF2"/>
    <w:rsid w:val="00205A7A"/>
    <w:rsid w:val="00205ABB"/>
    <w:rsid w:val="00207809"/>
    <w:rsid w:val="00212166"/>
    <w:rsid w:val="00220D64"/>
    <w:rsid w:val="00224DBE"/>
    <w:rsid w:val="00226CAF"/>
    <w:rsid w:val="00232EC7"/>
    <w:rsid w:val="002338B3"/>
    <w:rsid w:val="0023433B"/>
    <w:rsid w:val="00236DD3"/>
    <w:rsid w:val="00236F0F"/>
    <w:rsid w:val="0024095D"/>
    <w:rsid w:val="00241025"/>
    <w:rsid w:val="00243E80"/>
    <w:rsid w:val="00245C55"/>
    <w:rsid w:val="00247086"/>
    <w:rsid w:val="00247F15"/>
    <w:rsid w:val="00250F0D"/>
    <w:rsid w:val="00251205"/>
    <w:rsid w:val="002522B5"/>
    <w:rsid w:val="0025543E"/>
    <w:rsid w:val="0025580D"/>
    <w:rsid w:val="00256400"/>
    <w:rsid w:val="002579F9"/>
    <w:rsid w:val="00265267"/>
    <w:rsid w:val="0027042A"/>
    <w:rsid w:val="00274529"/>
    <w:rsid w:val="00281986"/>
    <w:rsid w:val="0028258D"/>
    <w:rsid w:val="002870E4"/>
    <w:rsid w:val="0028724E"/>
    <w:rsid w:val="0029326F"/>
    <w:rsid w:val="00293C87"/>
    <w:rsid w:val="00294B82"/>
    <w:rsid w:val="002979FC"/>
    <w:rsid w:val="002A00E9"/>
    <w:rsid w:val="002B0F74"/>
    <w:rsid w:val="002B2455"/>
    <w:rsid w:val="002B739F"/>
    <w:rsid w:val="002C010C"/>
    <w:rsid w:val="002C1AEE"/>
    <w:rsid w:val="002C4118"/>
    <w:rsid w:val="002C51AB"/>
    <w:rsid w:val="002C6028"/>
    <w:rsid w:val="002D070E"/>
    <w:rsid w:val="002D0A0F"/>
    <w:rsid w:val="002D1546"/>
    <w:rsid w:val="002D1999"/>
    <w:rsid w:val="002D1BA6"/>
    <w:rsid w:val="002D4239"/>
    <w:rsid w:val="002E01CA"/>
    <w:rsid w:val="002E067A"/>
    <w:rsid w:val="002E12FD"/>
    <w:rsid w:val="002E1C53"/>
    <w:rsid w:val="002F011C"/>
    <w:rsid w:val="002F0C64"/>
    <w:rsid w:val="002F153E"/>
    <w:rsid w:val="002F168A"/>
    <w:rsid w:val="002F5283"/>
    <w:rsid w:val="002F5CC1"/>
    <w:rsid w:val="002F7FEF"/>
    <w:rsid w:val="00300D7C"/>
    <w:rsid w:val="00303EA0"/>
    <w:rsid w:val="00310444"/>
    <w:rsid w:val="00310D23"/>
    <w:rsid w:val="00314B36"/>
    <w:rsid w:val="0032090B"/>
    <w:rsid w:val="00321908"/>
    <w:rsid w:val="003229D5"/>
    <w:rsid w:val="00324B5A"/>
    <w:rsid w:val="0032582B"/>
    <w:rsid w:val="00327764"/>
    <w:rsid w:val="003308CF"/>
    <w:rsid w:val="003340DF"/>
    <w:rsid w:val="003360C5"/>
    <w:rsid w:val="00336158"/>
    <w:rsid w:val="0034506E"/>
    <w:rsid w:val="003455E8"/>
    <w:rsid w:val="00346DA8"/>
    <w:rsid w:val="00347595"/>
    <w:rsid w:val="0035380A"/>
    <w:rsid w:val="00353825"/>
    <w:rsid w:val="00353D92"/>
    <w:rsid w:val="0035786B"/>
    <w:rsid w:val="00357955"/>
    <w:rsid w:val="00360650"/>
    <w:rsid w:val="00360738"/>
    <w:rsid w:val="00361213"/>
    <w:rsid w:val="00362F8C"/>
    <w:rsid w:val="00363A5A"/>
    <w:rsid w:val="00365CB8"/>
    <w:rsid w:val="00372EA4"/>
    <w:rsid w:val="00373E7C"/>
    <w:rsid w:val="00374B1B"/>
    <w:rsid w:val="00376712"/>
    <w:rsid w:val="00377FA6"/>
    <w:rsid w:val="00381A3D"/>
    <w:rsid w:val="00385D41"/>
    <w:rsid w:val="00386C68"/>
    <w:rsid w:val="00387F23"/>
    <w:rsid w:val="00390575"/>
    <w:rsid w:val="00392058"/>
    <w:rsid w:val="00393C77"/>
    <w:rsid w:val="003942D5"/>
    <w:rsid w:val="003946F6"/>
    <w:rsid w:val="00396B87"/>
    <w:rsid w:val="003A00AE"/>
    <w:rsid w:val="003A4E8D"/>
    <w:rsid w:val="003A65A7"/>
    <w:rsid w:val="003A65BB"/>
    <w:rsid w:val="003A7532"/>
    <w:rsid w:val="003B1443"/>
    <w:rsid w:val="003B3B23"/>
    <w:rsid w:val="003C58DC"/>
    <w:rsid w:val="003C7A03"/>
    <w:rsid w:val="003D11CB"/>
    <w:rsid w:val="003D3A40"/>
    <w:rsid w:val="003D3AE1"/>
    <w:rsid w:val="003D49C1"/>
    <w:rsid w:val="003D6A6A"/>
    <w:rsid w:val="003E0AEE"/>
    <w:rsid w:val="003E11DA"/>
    <w:rsid w:val="003E3B41"/>
    <w:rsid w:val="003F2C88"/>
    <w:rsid w:val="003F2D3B"/>
    <w:rsid w:val="003F3729"/>
    <w:rsid w:val="003F5F61"/>
    <w:rsid w:val="003F6DD2"/>
    <w:rsid w:val="00400805"/>
    <w:rsid w:val="004042CC"/>
    <w:rsid w:val="00410B9E"/>
    <w:rsid w:val="00412688"/>
    <w:rsid w:val="004142E9"/>
    <w:rsid w:val="004144FB"/>
    <w:rsid w:val="004162F1"/>
    <w:rsid w:val="00416D95"/>
    <w:rsid w:val="0042191D"/>
    <w:rsid w:val="0042405A"/>
    <w:rsid w:val="00424D53"/>
    <w:rsid w:val="00426465"/>
    <w:rsid w:val="00426505"/>
    <w:rsid w:val="004271BF"/>
    <w:rsid w:val="00427335"/>
    <w:rsid w:val="00433CC7"/>
    <w:rsid w:val="00433FA9"/>
    <w:rsid w:val="00442DD4"/>
    <w:rsid w:val="00446245"/>
    <w:rsid w:val="00446569"/>
    <w:rsid w:val="00452AC4"/>
    <w:rsid w:val="004546A3"/>
    <w:rsid w:val="00455A48"/>
    <w:rsid w:val="0046127A"/>
    <w:rsid w:val="00462BB2"/>
    <w:rsid w:val="00464DF5"/>
    <w:rsid w:val="00470643"/>
    <w:rsid w:val="00475641"/>
    <w:rsid w:val="0047607D"/>
    <w:rsid w:val="00477650"/>
    <w:rsid w:val="0047767F"/>
    <w:rsid w:val="00485D00"/>
    <w:rsid w:val="00487ACB"/>
    <w:rsid w:val="00490547"/>
    <w:rsid w:val="004922D4"/>
    <w:rsid w:val="004927E6"/>
    <w:rsid w:val="0049633E"/>
    <w:rsid w:val="0049743F"/>
    <w:rsid w:val="00497621"/>
    <w:rsid w:val="004A5017"/>
    <w:rsid w:val="004B113A"/>
    <w:rsid w:val="004B30CD"/>
    <w:rsid w:val="004B37B0"/>
    <w:rsid w:val="004B3D66"/>
    <w:rsid w:val="004B5D43"/>
    <w:rsid w:val="004B68E1"/>
    <w:rsid w:val="004C0040"/>
    <w:rsid w:val="004C19CF"/>
    <w:rsid w:val="004C5019"/>
    <w:rsid w:val="004C7095"/>
    <w:rsid w:val="004D0501"/>
    <w:rsid w:val="004D3674"/>
    <w:rsid w:val="004D41B3"/>
    <w:rsid w:val="004D48DD"/>
    <w:rsid w:val="004D75EA"/>
    <w:rsid w:val="004E25BD"/>
    <w:rsid w:val="004E2A9E"/>
    <w:rsid w:val="004E5595"/>
    <w:rsid w:val="004E645D"/>
    <w:rsid w:val="004E6C3C"/>
    <w:rsid w:val="004F58FC"/>
    <w:rsid w:val="00504921"/>
    <w:rsid w:val="005063BD"/>
    <w:rsid w:val="00507F14"/>
    <w:rsid w:val="005116E9"/>
    <w:rsid w:val="00512E66"/>
    <w:rsid w:val="00517BB2"/>
    <w:rsid w:val="00517C97"/>
    <w:rsid w:val="00523464"/>
    <w:rsid w:val="00527605"/>
    <w:rsid w:val="005416E3"/>
    <w:rsid w:val="00542A68"/>
    <w:rsid w:val="00543644"/>
    <w:rsid w:val="00545113"/>
    <w:rsid w:val="00552D0D"/>
    <w:rsid w:val="005574B7"/>
    <w:rsid w:val="00557C0A"/>
    <w:rsid w:val="00562CFC"/>
    <w:rsid w:val="00563513"/>
    <w:rsid w:val="00563AF8"/>
    <w:rsid w:val="0056423A"/>
    <w:rsid w:val="00567DC9"/>
    <w:rsid w:val="00571149"/>
    <w:rsid w:val="00571D51"/>
    <w:rsid w:val="00571E63"/>
    <w:rsid w:val="005762B5"/>
    <w:rsid w:val="00577ACC"/>
    <w:rsid w:val="00577E97"/>
    <w:rsid w:val="00584D0D"/>
    <w:rsid w:val="00585786"/>
    <w:rsid w:val="00591E7F"/>
    <w:rsid w:val="005927AD"/>
    <w:rsid w:val="005943B0"/>
    <w:rsid w:val="005A029A"/>
    <w:rsid w:val="005A4011"/>
    <w:rsid w:val="005A4702"/>
    <w:rsid w:val="005A5084"/>
    <w:rsid w:val="005A51F6"/>
    <w:rsid w:val="005A6D5B"/>
    <w:rsid w:val="005A6EA0"/>
    <w:rsid w:val="005A72CA"/>
    <w:rsid w:val="005A7439"/>
    <w:rsid w:val="005B474A"/>
    <w:rsid w:val="005B57EA"/>
    <w:rsid w:val="005B5EE1"/>
    <w:rsid w:val="005B6DCA"/>
    <w:rsid w:val="005B73D7"/>
    <w:rsid w:val="005C0691"/>
    <w:rsid w:val="005C0BFB"/>
    <w:rsid w:val="005C12CD"/>
    <w:rsid w:val="005C5669"/>
    <w:rsid w:val="005D4F18"/>
    <w:rsid w:val="005E19F4"/>
    <w:rsid w:val="005E3548"/>
    <w:rsid w:val="005E3AB7"/>
    <w:rsid w:val="005E5DAE"/>
    <w:rsid w:val="005F403B"/>
    <w:rsid w:val="005F7749"/>
    <w:rsid w:val="006044CB"/>
    <w:rsid w:val="0060490E"/>
    <w:rsid w:val="00604ED3"/>
    <w:rsid w:val="00604F8B"/>
    <w:rsid w:val="00606F01"/>
    <w:rsid w:val="00616893"/>
    <w:rsid w:val="00616F50"/>
    <w:rsid w:val="00624F38"/>
    <w:rsid w:val="00626503"/>
    <w:rsid w:val="00626A20"/>
    <w:rsid w:val="00630763"/>
    <w:rsid w:val="00635A6D"/>
    <w:rsid w:val="00636E2A"/>
    <w:rsid w:val="00636FE2"/>
    <w:rsid w:val="00637093"/>
    <w:rsid w:val="00637DB0"/>
    <w:rsid w:val="00640B69"/>
    <w:rsid w:val="00641199"/>
    <w:rsid w:val="00643594"/>
    <w:rsid w:val="00646036"/>
    <w:rsid w:val="00653DD8"/>
    <w:rsid w:val="00655714"/>
    <w:rsid w:val="006570E4"/>
    <w:rsid w:val="006676EA"/>
    <w:rsid w:val="00667DA5"/>
    <w:rsid w:val="00670448"/>
    <w:rsid w:val="00672D76"/>
    <w:rsid w:val="00676D39"/>
    <w:rsid w:val="0068003B"/>
    <w:rsid w:val="006801BD"/>
    <w:rsid w:val="00680D6D"/>
    <w:rsid w:val="006820AA"/>
    <w:rsid w:val="00682774"/>
    <w:rsid w:val="0068394E"/>
    <w:rsid w:val="00685626"/>
    <w:rsid w:val="00694E6B"/>
    <w:rsid w:val="0069500C"/>
    <w:rsid w:val="006952EA"/>
    <w:rsid w:val="00695632"/>
    <w:rsid w:val="006960C8"/>
    <w:rsid w:val="006A18EB"/>
    <w:rsid w:val="006A2EFB"/>
    <w:rsid w:val="006A672D"/>
    <w:rsid w:val="006B0A9A"/>
    <w:rsid w:val="006B11DC"/>
    <w:rsid w:val="006B3893"/>
    <w:rsid w:val="006C0437"/>
    <w:rsid w:val="006C449B"/>
    <w:rsid w:val="006C62FE"/>
    <w:rsid w:val="006D139A"/>
    <w:rsid w:val="006D5115"/>
    <w:rsid w:val="006D7497"/>
    <w:rsid w:val="006E299C"/>
    <w:rsid w:val="006E4DC7"/>
    <w:rsid w:val="006E7EFB"/>
    <w:rsid w:val="006F2961"/>
    <w:rsid w:val="006F3201"/>
    <w:rsid w:val="006F3AD4"/>
    <w:rsid w:val="006F7328"/>
    <w:rsid w:val="007036FC"/>
    <w:rsid w:val="00712C40"/>
    <w:rsid w:val="007168EA"/>
    <w:rsid w:val="007175BD"/>
    <w:rsid w:val="00720B7B"/>
    <w:rsid w:val="00721542"/>
    <w:rsid w:val="00722306"/>
    <w:rsid w:val="007268A4"/>
    <w:rsid w:val="00727B68"/>
    <w:rsid w:val="00731525"/>
    <w:rsid w:val="00735093"/>
    <w:rsid w:val="00736203"/>
    <w:rsid w:val="00745513"/>
    <w:rsid w:val="007465BF"/>
    <w:rsid w:val="00746936"/>
    <w:rsid w:val="007477D6"/>
    <w:rsid w:val="007504AC"/>
    <w:rsid w:val="00751965"/>
    <w:rsid w:val="0075302B"/>
    <w:rsid w:val="00754B3F"/>
    <w:rsid w:val="0076207E"/>
    <w:rsid w:val="007627E1"/>
    <w:rsid w:val="007635BC"/>
    <w:rsid w:val="00763F60"/>
    <w:rsid w:val="00766CD0"/>
    <w:rsid w:val="007729DD"/>
    <w:rsid w:val="00774260"/>
    <w:rsid w:val="00781C59"/>
    <w:rsid w:val="00790C6D"/>
    <w:rsid w:val="00793C7B"/>
    <w:rsid w:val="00795F8D"/>
    <w:rsid w:val="00797618"/>
    <w:rsid w:val="007A5A7F"/>
    <w:rsid w:val="007A5DC3"/>
    <w:rsid w:val="007B28BF"/>
    <w:rsid w:val="007B4FEE"/>
    <w:rsid w:val="007C44FA"/>
    <w:rsid w:val="007C7D81"/>
    <w:rsid w:val="007D2457"/>
    <w:rsid w:val="007D293B"/>
    <w:rsid w:val="007D62D9"/>
    <w:rsid w:val="007D6B64"/>
    <w:rsid w:val="007E27D6"/>
    <w:rsid w:val="007E392E"/>
    <w:rsid w:val="007E47EF"/>
    <w:rsid w:val="007E7C32"/>
    <w:rsid w:val="007E7F62"/>
    <w:rsid w:val="007F1931"/>
    <w:rsid w:val="007F3CCD"/>
    <w:rsid w:val="007F65DA"/>
    <w:rsid w:val="007F7E2C"/>
    <w:rsid w:val="00800A6A"/>
    <w:rsid w:val="0080396A"/>
    <w:rsid w:val="00805FC6"/>
    <w:rsid w:val="00806D06"/>
    <w:rsid w:val="00806DED"/>
    <w:rsid w:val="00806FF4"/>
    <w:rsid w:val="00807EF6"/>
    <w:rsid w:val="00810D6B"/>
    <w:rsid w:val="00813702"/>
    <w:rsid w:val="00814F7F"/>
    <w:rsid w:val="00815206"/>
    <w:rsid w:val="00820BAF"/>
    <w:rsid w:val="00821532"/>
    <w:rsid w:val="008238B2"/>
    <w:rsid w:val="00823DFD"/>
    <w:rsid w:val="008241A5"/>
    <w:rsid w:val="00824FDA"/>
    <w:rsid w:val="008312F1"/>
    <w:rsid w:val="008331D8"/>
    <w:rsid w:val="008338AC"/>
    <w:rsid w:val="00834997"/>
    <w:rsid w:val="008349CC"/>
    <w:rsid w:val="00842286"/>
    <w:rsid w:val="0084244E"/>
    <w:rsid w:val="0084300D"/>
    <w:rsid w:val="00844453"/>
    <w:rsid w:val="0084561E"/>
    <w:rsid w:val="00847F36"/>
    <w:rsid w:val="0085125F"/>
    <w:rsid w:val="0085494B"/>
    <w:rsid w:val="00854C5C"/>
    <w:rsid w:val="00864F98"/>
    <w:rsid w:val="00866350"/>
    <w:rsid w:val="00866668"/>
    <w:rsid w:val="00871843"/>
    <w:rsid w:val="0087220B"/>
    <w:rsid w:val="00873803"/>
    <w:rsid w:val="00875D29"/>
    <w:rsid w:val="00877A24"/>
    <w:rsid w:val="008805A3"/>
    <w:rsid w:val="00882F77"/>
    <w:rsid w:val="00884383"/>
    <w:rsid w:val="0088456D"/>
    <w:rsid w:val="00890087"/>
    <w:rsid w:val="00890CAC"/>
    <w:rsid w:val="00891510"/>
    <w:rsid w:val="008922E6"/>
    <w:rsid w:val="00894390"/>
    <w:rsid w:val="008A175B"/>
    <w:rsid w:val="008A2103"/>
    <w:rsid w:val="008A2D84"/>
    <w:rsid w:val="008A30B7"/>
    <w:rsid w:val="008B1D23"/>
    <w:rsid w:val="008B371A"/>
    <w:rsid w:val="008B556F"/>
    <w:rsid w:val="008B6DD7"/>
    <w:rsid w:val="008B780D"/>
    <w:rsid w:val="008C0F82"/>
    <w:rsid w:val="008C5A84"/>
    <w:rsid w:val="008C6F46"/>
    <w:rsid w:val="008C7E17"/>
    <w:rsid w:val="008D12BB"/>
    <w:rsid w:val="008D24D8"/>
    <w:rsid w:val="008D5EF8"/>
    <w:rsid w:val="008D716A"/>
    <w:rsid w:val="008E1D45"/>
    <w:rsid w:val="008E5217"/>
    <w:rsid w:val="008E6726"/>
    <w:rsid w:val="008E701E"/>
    <w:rsid w:val="008F298F"/>
    <w:rsid w:val="008F319B"/>
    <w:rsid w:val="008F335F"/>
    <w:rsid w:val="008F4C66"/>
    <w:rsid w:val="008F4E08"/>
    <w:rsid w:val="008F50F5"/>
    <w:rsid w:val="008F6510"/>
    <w:rsid w:val="00915949"/>
    <w:rsid w:val="009173EE"/>
    <w:rsid w:val="009218CD"/>
    <w:rsid w:val="00925A89"/>
    <w:rsid w:val="0093459D"/>
    <w:rsid w:val="009368B4"/>
    <w:rsid w:val="00936A0E"/>
    <w:rsid w:val="0094395C"/>
    <w:rsid w:val="009441ED"/>
    <w:rsid w:val="00945B47"/>
    <w:rsid w:val="00952052"/>
    <w:rsid w:val="00952192"/>
    <w:rsid w:val="00953CED"/>
    <w:rsid w:val="009571C5"/>
    <w:rsid w:val="009617DD"/>
    <w:rsid w:val="00964487"/>
    <w:rsid w:val="009703D5"/>
    <w:rsid w:val="00970D38"/>
    <w:rsid w:val="009729CC"/>
    <w:rsid w:val="00973DD2"/>
    <w:rsid w:val="009747D3"/>
    <w:rsid w:val="00976473"/>
    <w:rsid w:val="00976FE1"/>
    <w:rsid w:val="00980CBF"/>
    <w:rsid w:val="00982354"/>
    <w:rsid w:val="00983570"/>
    <w:rsid w:val="00996626"/>
    <w:rsid w:val="009A3C41"/>
    <w:rsid w:val="009A6917"/>
    <w:rsid w:val="009A7414"/>
    <w:rsid w:val="009B1439"/>
    <w:rsid w:val="009B2541"/>
    <w:rsid w:val="009B6682"/>
    <w:rsid w:val="009C42E7"/>
    <w:rsid w:val="009C5A08"/>
    <w:rsid w:val="009C73AE"/>
    <w:rsid w:val="009C7690"/>
    <w:rsid w:val="009D134E"/>
    <w:rsid w:val="009D15B2"/>
    <w:rsid w:val="009D23B8"/>
    <w:rsid w:val="009D4164"/>
    <w:rsid w:val="009D42CD"/>
    <w:rsid w:val="009D5B0F"/>
    <w:rsid w:val="009D698A"/>
    <w:rsid w:val="009D6A47"/>
    <w:rsid w:val="009E260D"/>
    <w:rsid w:val="009E2947"/>
    <w:rsid w:val="009E50CD"/>
    <w:rsid w:val="009E5D0B"/>
    <w:rsid w:val="009E5FCF"/>
    <w:rsid w:val="009E73F0"/>
    <w:rsid w:val="009F1EDF"/>
    <w:rsid w:val="009F4213"/>
    <w:rsid w:val="009F575D"/>
    <w:rsid w:val="009F64A6"/>
    <w:rsid w:val="009F7288"/>
    <w:rsid w:val="00A00325"/>
    <w:rsid w:val="00A0173E"/>
    <w:rsid w:val="00A0179D"/>
    <w:rsid w:val="00A05B62"/>
    <w:rsid w:val="00A06CCF"/>
    <w:rsid w:val="00A1078B"/>
    <w:rsid w:val="00A148F9"/>
    <w:rsid w:val="00A22383"/>
    <w:rsid w:val="00A22D15"/>
    <w:rsid w:val="00A2489A"/>
    <w:rsid w:val="00A24BE6"/>
    <w:rsid w:val="00A26B1F"/>
    <w:rsid w:val="00A31948"/>
    <w:rsid w:val="00A37AD8"/>
    <w:rsid w:val="00A40469"/>
    <w:rsid w:val="00A41B71"/>
    <w:rsid w:val="00A42E91"/>
    <w:rsid w:val="00A43BA5"/>
    <w:rsid w:val="00A44EEF"/>
    <w:rsid w:val="00A51A19"/>
    <w:rsid w:val="00A5455C"/>
    <w:rsid w:val="00A54B80"/>
    <w:rsid w:val="00A60813"/>
    <w:rsid w:val="00A7145E"/>
    <w:rsid w:val="00A715DB"/>
    <w:rsid w:val="00A777FB"/>
    <w:rsid w:val="00A81100"/>
    <w:rsid w:val="00A83CEE"/>
    <w:rsid w:val="00A84293"/>
    <w:rsid w:val="00A84964"/>
    <w:rsid w:val="00A86D0A"/>
    <w:rsid w:val="00A876B0"/>
    <w:rsid w:val="00A91001"/>
    <w:rsid w:val="00AA01FD"/>
    <w:rsid w:val="00AA085A"/>
    <w:rsid w:val="00AA101E"/>
    <w:rsid w:val="00AA3519"/>
    <w:rsid w:val="00AA4318"/>
    <w:rsid w:val="00AB0A7B"/>
    <w:rsid w:val="00AB0A8D"/>
    <w:rsid w:val="00AB1FDA"/>
    <w:rsid w:val="00AB3FCC"/>
    <w:rsid w:val="00AB47B5"/>
    <w:rsid w:val="00AB5506"/>
    <w:rsid w:val="00AB5F6D"/>
    <w:rsid w:val="00AC066F"/>
    <w:rsid w:val="00AC67CD"/>
    <w:rsid w:val="00AD562D"/>
    <w:rsid w:val="00AD5EA4"/>
    <w:rsid w:val="00AD6DBF"/>
    <w:rsid w:val="00AD7357"/>
    <w:rsid w:val="00AE1238"/>
    <w:rsid w:val="00AE266B"/>
    <w:rsid w:val="00AE3D4E"/>
    <w:rsid w:val="00AE7A7A"/>
    <w:rsid w:val="00AE7F30"/>
    <w:rsid w:val="00AF1320"/>
    <w:rsid w:val="00AF155D"/>
    <w:rsid w:val="00AF2CCC"/>
    <w:rsid w:val="00AF31E6"/>
    <w:rsid w:val="00AF6524"/>
    <w:rsid w:val="00AF6926"/>
    <w:rsid w:val="00B001EF"/>
    <w:rsid w:val="00B00BE1"/>
    <w:rsid w:val="00B01DFB"/>
    <w:rsid w:val="00B02C38"/>
    <w:rsid w:val="00B058DB"/>
    <w:rsid w:val="00B067D4"/>
    <w:rsid w:val="00B06BE1"/>
    <w:rsid w:val="00B07070"/>
    <w:rsid w:val="00B078C6"/>
    <w:rsid w:val="00B1127D"/>
    <w:rsid w:val="00B12D6E"/>
    <w:rsid w:val="00B2002B"/>
    <w:rsid w:val="00B21AB5"/>
    <w:rsid w:val="00B22639"/>
    <w:rsid w:val="00B23799"/>
    <w:rsid w:val="00B2514F"/>
    <w:rsid w:val="00B27572"/>
    <w:rsid w:val="00B30557"/>
    <w:rsid w:val="00B337CC"/>
    <w:rsid w:val="00B33EC2"/>
    <w:rsid w:val="00B349DE"/>
    <w:rsid w:val="00B34EDD"/>
    <w:rsid w:val="00B37FA0"/>
    <w:rsid w:val="00B422C7"/>
    <w:rsid w:val="00B529F6"/>
    <w:rsid w:val="00B56A1E"/>
    <w:rsid w:val="00B56D24"/>
    <w:rsid w:val="00B63ECF"/>
    <w:rsid w:val="00B648F1"/>
    <w:rsid w:val="00B64CFE"/>
    <w:rsid w:val="00B716FC"/>
    <w:rsid w:val="00B717C3"/>
    <w:rsid w:val="00B76DA0"/>
    <w:rsid w:val="00B802A2"/>
    <w:rsid w:val="00B80C19"/>
    <w:rsid w:val="00B82A84"/>
    <w:rsid w:val="00B838B0"/>
    <w:rsid w:val="00B861D3"/>
    <w:rsid w:val="00B9085D"/>
    <w:rsid w:val="00B921B3"/>
    <w:rsid w:val="00B93F53"/>
    <w:rsid w:val="00BA040E"/>
    <w:rsid w:val="00BA476D"/>
    <w:rsid w:val="00BA7478"/>
    <w:rsid w:val="00BB116F"/>
    <w:rsid w:val="00BB1872"/>
    <w:rsid w:val="00BC3DBE"/>
    <w:rsid w:val="00BC4C74"/>
    <w:rsid w:val="00BC7498"/>
    <w:rsid w:val="00BD150A"/>
    <w:rsid w:val="00BD194C"/>
    <w:rsid w:val="00BD218E"/>
    <w:rsid w:val="00BD2B02"/>
    <w:rsid w:val="00BD3D8A"/>
    <w:rsid w:val="00BD4C25"/>
    <w:rsid w:val="00BD6599"/>
    <w:rsid w:val="00BE0128"/>
    <w:rsid w:val="00BE2B0A"/>
    <w:rsid w:val="00BF238B"/>
    <w:rsid w:val="00BF3AA5"/>
    <w:rsid w:val="00BF42EC"/>
    <w:rsid w:val="00C02D66"/>
    <w:rsid w:val="00C03CC6"/>
    <w:rsid w:val="00C102EE"/>
    <w:rsid w:val="00C105C2"/>
    <w:rsid w:val="00C11179"/>
    <w:rsid w:val="00C12834"/>
    <w:rsid w:val="00C13F19"/>
    <w:rsid w:val="00C16CA3"/>
    <w:rsid w:val="00C22C1E"/>
    <w:rsid w:val="00C262DD"/>
    <w:rsid w:val="00C322B1"/>
    <w:rsid w:val="00C341D6"/>
    <w:rsid w:val="00C3606B"/>
    <w:rsid w:val="00C37519"/>
    <w:rsid w:val="00C40110"/>
    <w:rsid w:val="00C43226"/>
    <w:rsid w:val="00C44B2D"/>
    <w:rsid w:val="00C47B02"/>
    <w:rsid w:val="00C51245"/>
    <w:rsid w:val="00C51B31"/>
    <w:rsid w:val="00C548F3"/>
    <w:rsid w:val="00C54E1F"/>
    <w:rsid w:val="00C621AE"/>
    <w:rsid w:val="00C63322"/>
    <w:rsid w:val="00C644A1"/>
    <w:rsid w:val="00C65676"/>
    <w:rsid w:val="00C72225"/>
    <w:rsid w:val="00C7468F"/>
    <w:rsid w:val="00C74748"/>
    <w:rsid w:val="00C76036"/>
    <w:rsid w:val="00C8017B"/>
    <w:rsid w:val="00C80202"/>
    <w:rsid w:val="00C82219"/>
    <w:rsid w:val="00C90142"/>
    <w:rsid w:val="00CA4D65"/>
    <w:rsid w:val="00CA5A34"/>
    <w:rsid w:val="00CB03E3"/>
    <w:rsid w:val="00CB5526"/>
    <w:rsid w:val="00CB62A5"/>
    <w:rsid w:val="00CB7403"/>
    <w:rsid w:val="00CB7F77"/>
    <w:rsid w:val="00CC6163"/>
    <w:rsid w:val="00CD0402"/>
    <w:rsid w:val="00CD0E33"/>
    <w:rsid w:val="00CD3B4E"/>
    <w:rsid w:val="00CD4237"/>
    <w:rsid w:val="00CD7B0B"/>
    <w:rsid w:val="00CE1D4F"/>
    <w:rsid w:val="00CE273A"/>
    <w:rsid w:val="00CE3641"/>
    <w:rsid w:val="00CE36D1"/>
    <w:rsid w:val="00CE392A"/>
    <w:rsid w:val="00CF183B"/>
    <w:rsid w:val="00CF1CBC"/>
    <w:rsid w:val="00CF274B"/>
    <w:rsid w:val="00CF2ACE"/>
    <w:rsid w:val="00CF7E8F"/>
    <w:rsid w:val="00D021FA"/>
    <w:rsid w:val="00D05BF4"/>
    <w:rsid w:val="00D06C2D"/>
    <w:rsid w:val="00D12684"/>
    <w:rsid w:val="00D213B9"/>
    <w:rsid w:val="00D21A43"/>
    <w:rsid w:val="00D21CBE"/>
    <w:rsid w:val="00D21F76"/>
    <w:rsid w:val="00D24E86"/>
    <w:rsid w:val="00D25C83"/>
    <w:rsid w:val="00D265EE"/>
    <w:rsid w:val="00D32149"/>
    <w:rsid w:val="00D33242"/>
    <w:rsid w:val="00D357E9"/>
    <w:rsid w:val="00D35E87"/>
    <w:rsid w:val="00D4221E"/>
    <w:rsid w:val="00D43B60"/>
    <w:rsid w:val="00D447B2"/>
    <w:rsid w:val="00D44859"/>
    <w:rsid w:val="00D47D6D"/>
    <w:rsid w:val="00D5277D"/>
    <w:rsid w:val="00D53D03"/>
    <w:rsid w:val="00D56923"/>
    <w:rsid w:val="00D57DCF"/>
    <w:rsid w:val="00D64E4F"/>
    <w:rsid w:val="00D66617"/>
    <w:rsid w:val="00D704B5"/>
    <w:rsid w:val="00D70539"/>
    <w:rsid w:val="00D7634A"/>
    <w:rsid w:val="00D77DB5"/>
    <w:rsid w:val="00D77E5B"/>
    <w:rsid w:val="00D81DD3"/>
    <w:rsid w:val="00D8279E"/>
    <w:rsid w:val="00D82C21"/>
    <w:rsid w:val="00D83008"/>
    <w:rsid w:val="00D83A79"/>
    <w:rsid w:val="00D85CF1"/>
    <w:rsid w:val="00D8732C"/>
    <w:rsid w:val="00D87796"/>
    <w:rsid w:val="00D93FB1"/>
    <w:rsid w:val="00D96161"/>
    <w:rsid w:val="00DA3F0E"/>
    <w:rsid w:val="00DA4F13"/>
    <w:rsid w:val="00DA7173"/>
    <w:rsid w:val="00DB371A"/>
    <w:rsid w:val="00DB6B55"/>
    <w:rsid w:val="00DB7703"/>
    <w:rsid w:val="00DC0303"/>
    <w:rsid w:val="00DC2DF3"/>
    <w:rsid w:val="00DC4214"/>
    <w:rsid w:val="00DD206F"/>
    <w:rsid w:val="00DD65CF"/>
    <w:rsid w:val="00DD6681"/>
    <w:rsid w:val="00DE179E"/>
    <w:rsid w:val="00DE5658"/>
    <w:rsid w:val="00DE5E2B"/>
    <w:rsid w:val="00DF176E"/>
    <w:rsid w:val="00DF3BED"/>
    <w:rsid w:val="00E020E0"/>
    <w:rsid w:val="00E03A23"/>
    <w:rsid w:val="00E065F6"/>
    <w:rsid w:val="00E068CB"/>
    <w:rsid w:val="00E06E56"/>
    <w:rsid w:val="00E0766C"/>
    <w:rsid w:val="00E07D54"/>
    <w:rsid w:val="00E10FC3"/>
    <w:rsid w:val="00E142A7"/>
    <w:rsid w:val="00E17993"/>
    <w:rsid w:val="00E20183"/>
    <w:rsid w:val="00E26EAF"/>
    <w:rsid w:val="00E301AE"/>
    <w:rsid w:val="00E343EC"/>
    <w:rsid w:val="00E357B0"/>
    <w:rsid w:val="00E37BA8"/>
    <w:rsid w:val="00E41592"/>
    <w:rsid w:val="00E41898"/>
    <w:rsid w:val="00E46E20"/>
    <w:rsid w:val="00E47127"/>
    <w:rsid w:val="00E4735F"/>
    <w:rsid w:val="00E47CF3"/>
    <w:rsid w:val="00E507B0"/>
    <w:rsid w:val="00E509F6"/>
    <w:rsid w:val="00E50A05"/>
    <w:rsid w:val="00E527C5"/>
    <w:rsid w:val="00E60746"/>
    <w:rsid w:val="00E61604"/>
    <w:rsid w:val="00E62FDE"/>
    <w:rsid w:val="00E704F7"/>
    <w:rsid w:val="00E733A5"/>
    <w:rsid w:val="00E73D52"/>
    <w:rsid w:val="00E74664"/>
    <w:rsid w:val="00E80EF7"/>
    <w:rsid w:val="00E921DF"/>
    <w:rsid w:val="00E93714"/>
    <w:rsid w:val="00E96E44"/>
    <w:rsid w:val="00EA25F4"/>
    <w:rsid w:val="00EA27E7"/>
    <w:rsid w:val="00EA2809"/>
    <w:rsid w:val="00EA3059"/>
    <w:rsid w:val="00EA3D06"/>
    <w:rsid w:val="00EA5F6D"/>
    <w:rsid w:val="00EA7DB1"/>
    <w:rsid w:val="00EB0B84"/>
    <w:rsid w:val="00EB157A"/>
    <w:rsid w:val="00EB4CA3"/>
    <w:rsid w:val="00EB6CC7"/>
    <w:rsid w:val="00EC1993"/>
    <w:rsid w:val="00EC2A0A"/>
    <w:rsid w:val="00EC4801"/>
    <w:rsid w:val="00EC6711"/>
    <w:rsid w:val="00EC6BA9"/>
    <w:rsid w:val="00ED0591"/>
    <w:rsid w:val="00ED22BB"/>
    <w:rsid w:val="00ED2327"/>
    <w:rsid w:val="00ED36D8"/>
    <w:rsid w:val="00ED4804"/>
    <w:rsid w:val="00EE518D"/>
    <w:rsid w:val="00EF1092"/>
    <w:rsid w:val="00EF1306"/>
    <w:rsid w:val="00EF1D1E"/>
    <w:rsid w:val="00EF316F"/>
    <w:rsid w:val="00F00512"/>
    <w:rsid w:val="00F0074A"/>
    <w:rsid w:val="00F034B4"/>
    <w:rsid w:val="00F03F9E"/>
    <w:rsid w:val="00F13547"/>
    <w:rsid w:val="00F2270A"/>
    <w:rsid w:val="00F25072"/>
    <w:rsid w:val="00F25DA5"/>
    <w:rsid w:val="00F2798B"/>
    <w:rsid w:val="00F310D4"/>
    <w:rsid w:val="00F31422"/>
    <w:rsid w:val="00F41B08"/>
    <w:rsid w:val="00F5129F"/>
    <w:rsid w:val="00F5588F"/>
    <w:rsid w:val="00F76D89"/>
    <w:rsid w:val="00F8601E"/>
    <w:rsid w:val="00F87BD9"/>
    <w:rsid w:val="00F94985"/>
    <w:rsid w:val="00F951A9"/>
    <w:rsid w:val="00FA5BBD"/>
    <w:rsid w:val="00FA65B5"/>
    <w:rsid w:val="00FA6F0E"/>
    <w:rsid w:val="00FB0623"/>
    <w:rsid w:val="00FB07CC"/>
    <w:rsid w:val="00FB1A78"/>
    <w:rsid w:val="00FC0B8E"/>
    <w:rsid w:val="00FC40CD"/>
    <w:rsid w:val="00FC5328"/>
    <w:rsid w:val="00FC60CD"/>
    <w:rsid w:val="00FD39A7"/>
    <w:rsid w:val="00FD63F0"/>
    <w:rsid w:val="00FD7163"/>
    <w:rsid w:val="00FD738E"/>
    <w:rsid w:val="00FE4E30"/>
    <w:rsid w:val="00FE5327"/>
    <w:rsid w:val="00FF32FE"/>
    <w:rsid w:val="00FF412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144134B9"/>
  <w15:docId w15:val="{871F076F-7C1D-47B2-8C05-3F08EAD9F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qFormat/>
    <w:pPr>
      <w:keepNext/>
      <w:outlineLvl w:val="6"/>
    </w:pPr>
    <w:rPr>
      <w:rFonts w:ascii="Arial" w:hAnsi="Arial" w:cs="Arial"/>
      <w:b/>
      <w:bCs/>
      <w:sz w:val="28"/>
    </w:rPr>
  </w:style>
  <w:style w:type="paragraph" w:styleId="berschrift8">
    <w:name w:val="heading 8"/>
    <w:basedOn w:val="Standard"/>
    <w:next w:val="Standard"/>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KopfzeileZchn">
    <w:name w:val="Kopfzeile Zchn"/>
    <w:link w:val="Kopfzeile"/>
    <w:uiPriority w:val="99"/>
    <w:rsid w:val="00B001EF"/>
    <w:rPr>
      <w:sz w:val="24"/>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paragraph" w:customStyle="1" w:styleId="bodytext">
    <w:name w:val="bodytext"/>
    <w:basedOn w:val="Standard"/>
    <w:rsid w:val="00B001EF"/>
    <w:pPr>
      <w:spacing w:before="100" w:beforeAutospacing="1" w:after="100" w:afterAutospacing="1"/>
    </w:pPr>
    <w:rPr>
      <w:rFonts w:eastAsia="Calibri"/>
    </w:rPr>
  </w:style>
  <w:style w:type="character" w:styleId="Hervorhebung">
    <w:name w:val="Emphasis"/>
    <w:uiPriority w:val="20"/>
    <w:qFormat/>
    <w:rsid w:val="00A06CCF"/>
    <w:rPr>
      <w:i/>
      <w:iCs/>
      <w:color w:val="auto"/>
    </w:rPr>
  </w:style>
  <w:style w:type="paragraph" w:styleId="Sprechblasentext">
    <w:name w:val="Balloon Text"/>
    <w:basedOn w:val="Standard"/>
    <w:link w:val="SprechblasentextZchn"/>
    <w:rsid w:val="00361213"/>
    <w:rPr>
      <w:rFonts w:ascii="Tahoma" w:hAnsi="Tahoma" w:cs="Tahoma"/>
      <w:sz w:val="16"/>
      <w:szCs w:val="16"/>
    </w:rPr>
  </w:style>
  <w:style w:type="character" w:customStyle="1" w:styleId="SprechblasentextZchn">
    <w:name w:val="Sprechblasentext Zchn"/>
    <w:basedOn w:val="Absatz-Standardschriftart"/>
    <w:link w:val="Sprechblasentext"/>
    <w:rsid w:val="00361213"/>
    <w:rPr>
      <w:rFonts w:ascii="Tahoma" w:hAnsi="Tahoma" w:cs="Tahoma"/>
      <w:sz w:val="16"/>
      <w:szCs w:val="16"/>
    </w:rPr>
  </w:style>
  <w:style w:type="character" w:styleId="Kommentarzeichen">
    <w:name w:val="annotation reference"/>
    <w:basedOn w:val="Absatz-Standardschriftart"/>
    <w:uiPriority w:val="99"/>
    <w:unhideWhenUsed/>
    <w:rsid w:val="00DD65CF"/>
    <w:rPr>
      <w:sz w:val="16"/>
      <w:szCs w:val="16"/>
    </w:rPr>
  </w:style>
  <w:style w:type="paragraph" w:styleId="Kommentartext">
    <w:name w:val="annotation text"/>
    <w:basedOn w:val="Standard"/>
    <w:link w:val="KommentartextZchn"/>
    <w:uiPriority w:val="99"/>
    <w:unhideWhenUsed/>
    <w:rsid w:val="00DD65CF"/>
    <w:rPr>
      <w:sz w:val="20"/>
      <w:szCs w:val="20"/>
    </w:rPr>
  </w:style>
  <w:style w:type="character" w:customStyle="1" w:styleId="KommentartextZchn">
    <w:name w:val="Kommentartext Zchn"/>
    <w:basedOn w:val="Absatz-Standardschriftart"/>
    <w:link w:val="Kommentartext"/>
    <w:uiPriority w:val="99"/>
    <w:rsid w:val="00DD65CF"/>
  </w:style>
  <w:style w:type="paragraph" w:styleId="Kommentarthema">
    <w:name w:val="annotation subject"/>
    <w:basedOn w:val="Kommentartext"/>
    <w:next w:val="Kommentartext"/>
    <w:link w:val="KommentarthemaZchn"/>
    <w:semiHidden/>
    <w:unhideWhenUsed/>
    <w:rsid w:val="00DD65CF"/>
    <w:rPr>
      <w:b/>
      <w:bCs/>
    </w:rPr>
  </w:style>
  <w:style w:type="character" w:customStyle="1" w:styleId="KommentarthemaZchn">
    <w:name w:val="Kommentarthema Zchn"/>
    <w:basedOn w:val="KommentartextZchn"/>
    <w:link w:val="Kommentarthema"/>
    <w:semiHidden/>
    <w:rsid w:val="00DD65CF"/>
    <w:rPr>
      <w:b/>
      <w:bCs/>
    </w:rPr>
  </w:style>
  <w:style w:type="paragraph" w:styleId="StandardWeb">
    <w:name w:val="Normal (Web)"/>
    <w:basedOn w:val="Standard"/>
    <w:uiPriority w:val="99"/>
    <w:unhideWhenUsed/>
    <w:rsid w:val="00B56A1E"/>
    <w:pPr>
      <w:spacing w:before="100" w:beforeAutospacing="1" w:after="100" w:afterAutospacing="1"/>
    </w:pPr>
  </w:style>
  <w:style w:type="paragraph" w:styleId="Listenabsatz">
    <w:name w:val="List Paragraph"/>
    <w:basedOn w:val="Standard"/>
    <w:uiPriority w:val="34"/>
    <w:qFormat/>
    <w:rsid w:val="00577E97"/>
    <w:pPr>
      <w:ind w:left="720"/>
    </w:pPr>
    <w:rPr>
      <w:rFonts w:ascii="Calibri" w:eastAsiaTheme="minorHAnsi" w:hAnsi="Calibri"/>
      <w:sz w:val="22"/>
      <w:szCs w:val="22"/>
      <w:lang w:eastAsia="en-US"/>
    </w:rPr>
  </w:style>
  <w:style w:type="paragraph" w:styleId="berarbeitung">
    <w:name w:val="Revision"/>
    <w:hidden/>
    <w:uiPriority w:val="99"/>
    <w:semiHidden/>
    <w:rsid w:val="00562CFC"/>
    <w:rPr>
      <w:sz w:val="24"/>
      <w:szCs w:val="24"/>
    </w:rPr>
  </w:style>
  <w:style w:type="character" w:styleId="Fett">
    <w:name w:val="Strong"/>
    <w:basedOn w:val="Absatz-Standardschriftart"/>
    <w:uiPriority w:val="22"/>
    <w:qFormat/>
    <w:rsid w:val="00A84964"/>
    <w:rPr>
      <w:b/>
      <w:bCs/>
    </w:rPr>
  </w:style>
  <w:style w:type="paragraph" w:styleId="KeinLeerraum">
    <w:name w:val="No Spacing"/>
    <w:uiPriority w:val="1"/>
    <w:qFormat/>
    <w:rsid w:val="00810D6B"/>
    <w:rPr>
      <w:rFonts w:asciiTheme="minorHAnsi" w:eastAsiaTheme="minorHAnsi" w:hAnsiTheme="minorHAnsi" w:cstheme="minorBidi"/>
      <w:sz w:val="22"/>
      <w:szCs w:val="22"/>
      <w:lang w:eastAsia="en-US"/>
    </w:rPr>
  </w:style>
  <w:style w:type="paragraph" w:styleId="NurText">
    <w:name w:val="Plain Text"/>
    <w:basedOn w:val="Standard"/>
    <w:link w:val="NurTextZchn"/>
    <w:uiPriority w:val="99"/>
    <w:semiHidden/>
    <w:unhideWhenUsed/>
    <w:rsid w:val="0068003B"/>
    <w:rPr>
      <w:rFonts w:ascii="Arial" w:eastAsiaTheme="minorHAnsi" w:hAnsi="Arial" w:cs="Consolas"/>
      <w:sz w:val="20"/>
      <w:szCs w:val="21"/>
      <w:lang w:eastAsia="en-US"/>
    </w:rPr>
  </w:style>
  <w:style w:type="character" w:customStyle="1" w:styleId="NurTextZchn">
    <w:name w:val="Nur Text Zchn"/>
    <w:basedOn w:val="Absatz-Standardschriftart"/>
    <w:link w:val="NurText"/>
    <w:uiPriority w:val="99"/>
    <w:semiHidden/>
    <w:rsid w:val="0068003B"/>
    <w:rPr>
      <w:rFonts w:ascii="Arial" w:eastAsiaTheme="minorHAnsi" w:hAnsi="Arial" w:cs="Consolas"/>
      <w:szCs w:val="21"/>
      <w:lang w:eastAsia="en-US"/>
    </w:rPr>
  </w:style>
  <w:style w:type="character" w:customStyle="1" w:styleId="NichtaufgelsteErwhnung1">
    <w:name w:val="Nicht aufgelöste Erwähnung1"/>
    <w:basedOn w:val="Absatz-Standardschriftart"/>
    <w:uiPriority w:val="99"/>
    <w:semiHidden/>
    <w:unhideWhenUsed/>
    <w:rsid w:val="00EC48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340758">
      <w:bodyDiv w:val="1"/>
      <w:marLeft w:val="0"/>
      <w:marRight w:val="0"/>
      <w:marTop w:val="0"/>
      <w:marBottom w:val="0"/>
      <w:divBdr>
        <w:top w:val="none" w:sz="0" w:space="0" w:color="auto"/>
        <w:left w:val="none" w:sz="0" w:space="0" w:color="auto"/>
        <w:bottom w:val="none" w:sz="0" w:space="0" w:color="auto"/>
        <w:right w:val="none" w:sz="0" w:space="0" w:color="auto"/>
      </w:divBdr>
    </w:div>
    <w:div w:id="113332169">
      <w:bodyDiv w:val="1"/>
      <w:marLeft w:val="0"/>
      <w:marRight w:val="0"/>
      <w:marTop w:val="0"/>
      <w:marBottom w:val="0"/>
      <w:divBdr>
        <w:top w:val="none" w:sz="0" w:space="0" w:color="auto"/>
        <w:left w:val="none" w:sz="0" w:space="0" w:color="auto"/>
        <w:bottom w:val="none" w:sz="0" w:space="0" w:color="auto"/>
        <w:right w:val="none" w:sz="0" w:space="0" w:color="auto"/>
      </w:divBdr>
    </w:div>
    <w:div w:id="114953466">
      <w:bodyDiv w:val="1"/>
      <w:marLeft w:val="0"/>
      <w:marRight w:val="0"/>
      <w:marTop w:val="0"/>
      <w:marBottom w:val="0"/>
      <w:divBdr>
        <w:top w:val="none" w:sz="0" w:space="0" w:color="auto"/>
        <w:left w:val="none" w:sz="0" w:space="0" w:color="auto"/>
        <w:bottom w:val="none" w:sz="0" w:space="0" w:color="auto"/>
        <w:right w:val="none" w:sz="0" w:space="0" w:color="auto"/>
      </w:divBdr>
    </w:div>
    <w:div w:id="203448548">
      <w:bodyDiv w:val="1"/>
      <w:marLeft w:val="0"/>
      <w:marRight w:val="0"/>
      <w:marTop w:val="0"/>
      <w:marBottom w:val="0"/>
      <w:divBdr>
        <w:top w:val="none" w:sz="0" w:space="0" w:color="auto"/>
        <w:left w:val="none" w:sz="0" w:space="0" w:color="auto"/>
        <w:bottom w:val="none" w:sz="0" w:space="0" w:color="auto"/>
        <w:right w:val="none" w:sz="0" w:space="0" w:color="auto"/>
      </w:divBdr>
    </w:div>
    <w:div w:id="382679345">
      <w:bodyDiv w:val="1"/>
      <w:marLeft w:val="0"/>
      <w:marRight w:val="0"/>
      <w:marTop w:val="0"/>
      <w:marBottom w:val="0"/>
      <w:divBdr>
        <w:top w:val="none" w:sz="0" w:space="0" w:color="auto"/>
        <w:left w:val="none" w:sz="0" w:space="0" w:color="auto"/>
        <w:bottom w:val="none" w:sz="0" w:space="0" w:color="auto"/>
        <w:right w:val="none" w:sz="0" w:space="0" w:color="auto"/>
      </w:divBdr>
    </w:div>
    <w:div w:id="383067624">
      <w:bodyDiv w:val="1"/>
      <w:marLeft w:val="0"/>
      <w:marRight w:val="0"/>
      <w:marTop w:val="0"/>
      <w:marBottom w:val="0"/>
      <w:divBdr>
        <w:top w:val="none" w:sz="0" w:space="0" w:color="auto"/>
        <w:left w:val="none" w:sz="0" w:space="0" w:color="auto"/>
        <w:bottom w:val="none" w:sz="0" w:space="0" w:color="auto"/>
        <w:right w:val="none" w:sz="0" w:space="0" w:color="auto"/>
      </w:divBdr>
    </w:div>
    <w:div w:id="439107617">
      <w:bodyDiv w:val="1"/>
      <w:marLeft w:val="0"/>
      <w:marRight w:val="0"/>
      <w:marTop w:val="0"/>
      <w:marBottom w:val="0"/>
      <w:divBdr>
        <w:top w:val="none" w:sz="0" w:space="0" w:color="auto"/>
        <w:left w:val="none" w:sz="0" w:space="0" w:color="auto"/>
        <w:bottom w:val="none" w:sz="0" w:space="0" w:color="auto"/>
        <w:right w:val="none" w:sz="0" w:space="0" w:color="auto"/>
      </w:divBdr>
    </w:div>
    <w:div w:id="881207234">
      <w:bodyDiv w:val="1"/>
      <w:marLeft w:val="0"/>
      <w:marRight w:val="0"/>
      <w:marTop w:val="0"/>
      <w:marBottom w:val="0"/>
      <w:divBdr>
        <w:top w:val="none" w:sz="0" w:space="0" w:color="auto"/>
        <w:left w:val="none" w:sz="0" w:space="0" w:color="auto"/>
        <w:bottom w:val="none" w:sz="0" w:space="0" w:color="auto"/>
        <w:right w:val="none" w:sz="0" w:space="0" w:color="auto"/>
      </w:divBdr>
    </w:div>
    <w:div w:id="921913521">
      <w:bodyDiv w:val="1"/>
      <w:marLeft w:val="0"/>
      <w:marRight w:val="0"/>
      <w:marTop w:val="0"/>
      <w:marBottom w:val="0"/>
      <w:divBdr>
        <w:top w:val="none" w:sz="0" w:space="0" w:color="auto"/>
        <w:left w:val="none" w:sz="0" w:space="0" w:color="auto"/>
        <w:bottom w:val="none" w:sz="0" w:space="0" w:color="auto"/>
        <w:right w:val="none" w:sz="0" w:space="0" w:color="auto"/>
      </w:divBdr>
    </w:div>
    <w:div w:id="937058346">
      <w:bodyDiv w:val="1"/>
      <w:marLeft w:val="0"/>
      <w:marRight w:val="0"/>
      <w:marTop w:val="0"/>
      <w:marBottom w:val="0"/>
      <w:divBdr>
        <w:top w:val="none" w:sz="0" w:space="0" w:color="auto"/>
        <w:left w:val="none" w:sz="0" w:space="0" w:color="auto"/>
        <w:bottom w:val="none" w:sz="0" w:space="0" w:color="auto"/>
        <w:right w:val="none" w:sz="0" w:space="0" w:color="auto"/>
      </w:divBdr>
    </w:div>
    <w:div w:id="955480489">
      <w:bodyDiv w:val="1"/>
      <w:marLeft w:val="0"/>
      <w:marRight w:val="0"/>
      <w:marTop w:val="0"/>
      <w:marBottom w:val="0"/>
      <w:divBdr>
        <w:top w:val="none" w:sz="0" w:space="0" w:color="auto"/>
        <w:left w:val="none" w:sz="0" w:space="0" w:color="auto"/>
        <w:bottom w:val="none" w:sz="0" w:space="0" w:color="auto"/>
        <w:right w:val="none" w:sz="0" w:space="0" w:color="auto"/>
      </w:divBdr>
    </w:div>
    <w:div w:id="1291857573">
      <w:bodyDiv w:val="1"/>
      <w:marLeft w:val="0"/>
      <w:marRight w:val="0"/>
      <w:marTop w:val="0"/>
      <w:marBottom w:val="0"/>
      <w:divBdr>
        <w:top w:val="none" w:sz="0" w:space="0" w:color="auto"/>
        <w:left w:val="none" w:sz="0" w:space="0" w:color="auto"/>
        <w:bottom w:val="none" w:sz="0" w:space="0" w:color="auto"/>
        <w:right w:val="none" w:sz="0" w:space="0" w:color="auto"/>
      </w:divBdr>
    </w:div>
    <w:div w:id="1302076813">
      <w:bodyDiv w:val="1"/>
      <w:marLeft w:val="0"/>
      <w:marRight w:val="0"/>
      <w:marTop w:val="0"/>
      <w:marBottom w:val="0"/>
      <w:divBdr>
        <w:top w:val="none" w:sz="0" w:space="0" w:color="auto"/>
        <w:left w:val="none" w:sz="0" w:space="0" w:color="auto"/>
        <w:bottom w:val="none" w:sz="0" w:space="0" w:color="auto"/>
        <w:right w:val="none" w:sz="0" w:space="0" w:color="auto"/>
      </w:divBdr>
    </w:div>
    <w:div w:id="1531991295">
      <w:bodyDiv w:val="1"/>
      <w:marLeft w:val="0"/>
      <w:marRight w:val="0"/>
      <w:marTop w:val="0"/>
      <w:marBottom w:val="0"/>
      <w:divBdr>
        <w:top w:val="none" w:sz="0" w:space="0" w:color="auto"/>
        <w:left w:val="none" w:sz="0" w:space="0" w:color="auto"/>
        <w:bottom w:val="none" w:sz="0" w:space="0" w:color="auto"/>
        <w:right w:val="none" w:sz="0" w:space="0" w:color="auto"/>
      </w:divBdr>
    </w:div>
    <w:div w:id="1600723028">
      <w:bodyDiv w:val="1"/>
      <w:marLeft w:val="0"/>
      <w:marRight w:val="0"/>
      <w:marTop w:val="0"/>
      <w:marBottom w:val="0"/>
      <w:divBdr>
        <w:top w:val="none" w:sz="0" w:space="0" w:color="auto"/>
        <w:left w:val="none" w:sz="0" w:space="0" w:color="auto"/>
        <w:bottom w:val="none" w:sz="0" w:space="0" w:color="auto"/>
        <w:right w:val="none" w:sz="0" w:space="0" w:color="auto"/>
      </w:divBdr>
      <w:divsChild>
        <w:div w:id="1682199000">
          <w:marLeft w:val="-225"/>
          <w:marRight w:val="-225"/>
          <w:marTop w:val="0"/>
          <w:marBottom w:val="0"/>
          <w:divBdr>
            <w:top w:val="none" w:sz="0" w:space="0" w:color="auto"/>
            <w:left w:val="none" w:sz="0" w:space="0" w:color="auto"/>
            <w:bottom w:val="none" w:sz="0" w:space="0" w:color="auto"/>
            <w:right w:val="none" w:sz="0" w:space="0" w:color="auto"/>
          </w:divBdr>
          <w:divsChild>
            <w:div w:id="1727534457">
              <w:marLeft w:val="-150"/>
              <w:marRight w:val="-150"/>
              <w:marTop w:val="0"/>
              <w:marBottom w:val="0"/>
              <w:divBdr>
                <w:top w:val="none" w:sz="0" w:space="0" w:color="auto"/>
                <w:left w:val="none" w:sz="0" w:space="0" w:color="auto"/>
                <w:bottom w:val="none" w:sz="0" w:space="0" w:color="auto"/>
                <w:right w:val="none" w:sz="0" w:space="0" w:color="auto"/>
              </w:divBdr>
              <w:divsChild>
                <w:div w:id="172036023">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rittal.de"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rittal.de/pressemappe" TargetMode="External"/><Relationship Id="rId2" Type="http://schemas.openxmlformats.org/officeDocument/2006/relationships/customXml" Target="../customXml/item2.xml"/><Relationship Id="rId16" Type="http://schemas.openxmlformats.org/officeDocument/2006/relationships/hyperlink" Target="mailto:koch.hr@rittal.de"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rittal.de" TargetMode="Externa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koch.hr@rittal.de"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Birgit\Formulare\PI%20Eplan%20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868ee9d5-8c47-4322-88f4-9b03f66ae380" ContentTypeId="0x0101000CDC54093BE90C4E8EB0BA503C510D90" PreviousValue="false"/>
</file>

<file path=customXml/item3.xml><?xml version="1.0" encoding="utf-8"?>
<?mso-contentType ?>
<spe:Receivers xmlns:spe="http://schemas.microsoft.com/sharepoint/events"/>
</file>

<file path=customXml/item4.xml><?xml version="1.0" encoding="utf-8"?>
<ct:contentTypeSchema xmlns:ct="http://schemas.microsoft.com/office/2006/metadata/contentType" xmlns:ma="http://schemas.microsoft.com/office/2006/metadata/properties/metaAttributes" ct:_="" ma:_="" ma:contentTypeName="ePoint Document" ma:contentTypeID="0x0101000CDC54093BE90C4E8EB0BA503C510D9000298EC1F4F12D6C4880B758633B1F8476" ma:contentTypeVersion="112" ma:contentTypeDescription="" ma:contentTypeScope="" ma:versionID="6d6847637d3fc09ac7abe5234c9e7cde">
  <xsd:schema xmlns:xsd="http://www.w3.org/2001/XMLSchema" xmlns:xs="http://www.w3.org/2001/XMLSchema" xmlns:p="http://schemas.microsoft.com/office/2006/metadata/properties" xmlns:ns2="http://schemas.microsoft.com/sharepoint.v3" xmlns:ns3="6c68856e-6b7f-4b9d-8496-3d4fa7eedc26" xmlns:ns4="http://schemas.microsoft.com/sharepoint/v4" xmlns:ns5="ecf3afa4-822f-41d0-87f4-ed35996c19dc" xmlns:ns6="4c337a84-f91c-48f4-b8e7-1ef65cf0649a" targetNamespace="http://schemas.microsoft.com/office/2006/metadata/properties" ma:root="true" ma:fieldsID="a699091d829525ef1766ed543991c181" ns2:_="" ns3:_="" ns4:_="" ns5:_="" ns6:_="">
    <xsd:import namespace="http://schemas.microsoft.com/sharepoint.v3"/>
    <xsd:import namespace="6c68856e-6b7f-4b9d-8496-3d4fa7eedc26"/>
    <xsd:import namespace="http://schemas.microsoft.com/sharepoint/v4"/>
    <xsd:import namespace="ecf3afa4-822f-41d0-87f4-ed35996c19dc"/>
    <xsd:import namespace="4c337a84-f91c-48f4-b8e7-1ef65cf0649a"/>
    <xsd:element name="properties">
      <xsd:complexType>
        <xsd:sequence>
          <xsd:element name="documentManagement">
            <xsd:complexType>
              <xsd:all>
                <xsd:element ref="ns2:CategoryDescription" minOccurs="0"/>
                <xsd:element ref="ns3:m844baa282d042a691ea2cd34f11f746" minOccurs="0"/>
                <xsd:element ref="ns3:c084bc24c1e64f8c9b68fad9cc28389e" minOccurs="0"/>
                <xsd:element ref="ns3:aeb1ed4ed9bb4c80a5609567375cb887" minOccurs="0"/>
                <xsd:element ref="ns3:na67a3e0403b448b84f2d4dc44e2fb31" minOccurs="0"/>
                <xsd:element ref="ns3:m8c4bb4451d64138a306757b008784a1" minOccurs="0"/>
                <xsd:element ref="ns3:_dlc_DocId" minOccurs="0"/>
                <xsd:element ref="ns3:_dlc_DocIdUrl" minOccurs="0"/>
                <xsd:element ref="ns3:_dlc_DocIdPersistId" minOccurs="0"/>
                <xsd:element ref="ns3:Public" minOccurs="0"/>
                <xsd:element ref="ns3:bcdc7148bbcf497a87e4a3c8d7a2911c" minOccurs="0"/>
                <xsd:element ref="ns4:IconOverlay" minOccurs="0"/>
                <xsd:element ref="ns5:Link" minOccurs="0"/>
                <xsd:element ref="ns5:Hyperlink" minOccurs="0"/>
                <xsd:element ref="ns3:AllottedTo" minOccurs="0"/>
                <xsd:element ref="ns6: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2" nillable="true" ma:displayName="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68856e-6b7f-4b9d-8496-3d4fa7eedc26" elementFormDefault="qualified">
    <xsd:import namespace="http://schemas.microsoft.com/office/2006/documentManagement/types"/>
    <xsd:import namespace="http://schemas.microsoft.com/office/infopath/2007/PartnerControls"/>
    <xsd:element name="m844baa282d042a691ea2cd34f11f746" ma:index="9" nillable="true" ma:taxonomy="true" ma:internalName="m844baa282d042a691ea2cd34f11f746" ma:taxonomyFieldName="Managed_x0020_Industry" ma:displayName="Managed Industry" ma:default="" ma:fieldId="{6844baa2-82d0-42a6-91ea-2cd34f11f746}" ma:taxonomyMulti="true" ma:sspId="868ee9d5-8c47-4322-88f4-9b03f66ae380" ma:termSetId="22a9c679-cbf2-4138-99ab-f3621d8f6d1c" ma:anchorId="74a05457-11d1-42d2-9b31-eb746a607e55" ma:open="false" ma:isKeyword="false">
      <xsd:complexType>
        <xsd:sequence>
          <xsd:element ref="pc:Terms" minOccurs="0" maxOccurs="1"/>
        </xsd:sequence>
      </xsd:complexType>
    </xsd:element>
    <xsd:element name="c084bc24c1e64f8c9b68fad9cc28389e" ma:index="11" nillable="true" ma:taxonomy="true" ma:internalName="c084bc24c1e64f8c9b68fad9cc28389e" ma:taxonomyFieldName="Managed_x0020_Products" ma:displayName="Managed Products" ma:default="" ma:fieldId="{c084bc24-c1e6-4f8c-9b68-fad9cc28389e}" ma:taxonomyMulti="true" ma:sspId="868ee9d5-8c47-4322-88f4-9b03f66ae380" ma:termSetId="22a9c679-cbf2-4138-99ab-f3621d8f6d1c" ma:anchorId="c47c9272-0e17-40c0-b9e5-f1156c113142" ma:open="false" ma:isKeyword="false">
      <xsd:complexType>
        <xsd:sequence>
          <xsd:element ref="pc:Terms" minOccurs="0" maxOccurs="1"/>
        </xsd:sequence>
      </xsd:complexType>
    </xsd:element>
    <xsd:element name="aeb1ed4ed9bb4c80a5609567375cb887" ma:index="13" nillable="true" ma:taxonomy="true" ma:internalName="aeb1ed4ed9bb4c80a5609567375cb887" ma:taxonomyFieldName="Managed_x0020_Use" ma:displayName="Managed Use" ma:default="" ma:fieldId="{aeb1ed4e-d9bb-4c80-a560-9567375cb887}" ma:taxonomyMulti="true" ma:sspId="868ee9d5-8c47-4322-88f4-9b03f66ae380" ma:termSetId="22a9c679-cbf2-4138-99ab-f3621d8f6d1c" ma:anchorId="b1d97d98-edd0-4318-9803-be50b6c66a5f" ma:open="false" ma:isKeyword="false">
      <xsd:complexType>
        <xsd:sequence>
          <xsd:element ref="pc:Terms" minOccurs="0" maxOccurs="1"/>
        </xsd:sequence>
      </xsd:complexType>
    </xsd:element>
    <xsd:element name="na67a3e0403b448b84f2d4dc44e2fb31" ma:index="15" nillable="true" ma:taxonomy="true" ma:internalName="na67a3e0403b448b84f2d4dc44e2fb31" ma:taxonomyFieldName="Related_x0020_Language" ma:displayName="Related Language" ma:default="115;#de_DE|f18adfac-764c-4277-aa07-fe0b6c20ea16" ma:fieldId="{7a67a3e0-403b-448b-84f2-d4dc44e2fb31}" ma:taxonomyMulti="true" ma:sspId="868ee9d5-8c47-4322-88f4-9b03f66ae380" ma:termSetId="6529b9f5-e1f8-4d83-9616-48bb944085de" ma:anchorId="00000000-0000-0000-0000-000000000000" ma:open="false" ma:isKeyword="false">
      <xsd:complexType>
        <xsd:sequence>
          <xsd:element ref="pc:Terms" minOccurs="0" maxOccurs="1"/>
        </xsd:sequence>
      </xsd:complexType>
    </xsd:element>
    <xsd:element name="m8c4bb4451d64138a306757b008784a1" ma:index="17" nillable="true" ma:taxonomy="true" ma:internalName="m8c4bb4451d64138a306757b008784a1" ma:taxonomyFieldName="Managed_x0020_Category" ma:displayName="Managed Category" ma:readOnly="false" ma:default="" ma:fieldId="{68c4bb44-51d6-4138-a306-757b008784a1}" ma:taxonomyMulti="true" ma:sspId="868ee9d5-8c47-4322-88f4-9b03f66ae380" ma:termSetId="22a9c679-cbf2-4138-99ab-f3621d8f6d1c" ma:anchorId="afa33ad9-05e6-4a69-be14-0f82137e3a14" ma:open="false" ma:isKeyword="false">
      <xsd:complexType>
        <xsd:sequence>
          <xsd:element ref="pc:Terms" minOccurs="0" maxOccurs="1"/>
        </xsd:sequence>
      </xsd:complexType>
    </xsd:element>
    <xsd:element name="_dlc_DocId" ma:index="19" nillable="true" ma:displayName="Document ID Value" ma:description="The value of the document ID assigned to this item."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element name="Public" ma:index="22" nillable="true" ma:displayName="Public" ma:default="0" ma:internalName="Public">
      <xsd:simpleType>
        <xsd:restriction base="dms:Boolean"/>
      </xsd:simpleType>
    </xsd:element>
    <xsd:element name="bcdc7148bbcf497a87e4a3c8d7a2911c" ma:index="23" nillable="true" ma:taxonomy="true" ma:internalName="bcdc7148bbcf497a87e4a3c8d7a2911c" ma:taxonomyFieldName="Release" ma:displayName="Release" ma:default="" ma:fieldId="{bcdc7148-bbcf-497a-87e4-a3c8d7a2911c}" ma:taxonomyMulti="true" ma:sspId="868ee9d5-8c47-4322-88f4-9b03f66ae380" ma:termSetId="22a9c679-cbf2-4138-99ab-f3621d8f6d1c" ma:anchorId="6ec1d651-1980-48f4-9672-4087cb8435a7" ma:open="false" ma:isKeyword="false">
      <xsd:complexType>
        <xsd:sequence>
          <xsd:element ref="pc:Terms" minOccurs="0" maxOccurs="1"/>
        </xsd:sequence>
      </xsd:complexType>
    </xsd:element>
    <xsd:element name="AllottedTo" ma:index="28" nillable="true" ma:displayName="Allotted To" ma:default="EPLAN" ma:internalName="AllottedTo">
      <xsd:complexType>
        <xsd:complexContent>
          <xsd:extension base="dms:MultiChoice">
            <xsd:sequence>
              <xsd:element name="Value" maxOccurs="unbounded" minOccurs="0" nillable="true">
                <xsd:simpleType>
                  <xsd:restriction base="dms:Choice">
                    <xsd:enumeration value="EPLAN"/>
                    <xsd:enumeration value="CIDEON"/>
                  </xsd:restrict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4"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cf3afa4-822f-41d0-87f4-ed35996c19dc" elementFormDefault="qualified">
    <xsd:import namespace="http://schemas.microsoft.com/office/2006/documentManagement/types"/>
    <xsd:import namespace="http://schemas.microsoft.com/office/infopath/2007/PartnerControls"/>
    <xsd:element name="Link" ma:index="26"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Hyperlink" ma:index="27" nillable="true" ma:displayName="Hyperlink" ma:format="Hyperlink" ma:internalName="Hyperlink">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c337a84-f91c-48f4-b8e7-1ef65cf0649a" elementFormDefault="qualified">
    <xsd:import namespace="http://schemas.microsoft.com/office/2006/documentManagement/types"/>
    <xsd:import namespace="http://schemas.microsoft.com/office/infopath/2007/PartnerControls"/>
    <xsd:element name="SharedWithUsers" ma:index="2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m844baa282d042a691ea2cd34f11f746 xmlns="6c68856e-6b7f-4b9d-8496-3d4fa7eedc26">
      <Terms xmlns="http://schemas.microsoft.com/office/infopath/2007/PartnerControls"/>
    </m844baa282d042a691ea2cd34f11f746>
    <c084bc24c1e64f8c9b68fad9cc28389e xmlns="6c68856e-6b7f-4b9d-8496-3d4fa7eedc26">
      <Terms xmlns="http://schemas.microsoft.com/office/infopath/2007/PartnerControls">
        <TermInfo xmlns="http://schemas.microsoft.com/office/infopath/2007/PartnerControls">
          <TermName xmlns="http://schemas.microsoft.com/office/infopath/2007/PartnerControls">EPLAN Platform</TermName>
          <TermId xmlns="http://schemas.microsoft.com/office/infopath/2007/PartnerControls">d52f562b-504d-483b-81c0-73730efabefc</TermId>
        </TermInfo>
      </Terms>
    </c084bc24c1e64f8c9b68fad9cc28389e>
    <m8c4bb4451d64138a306757b008784a1 xmlns="6c68856e-6b7f-4b9d-8496-3d4fa7eedc26">
      <Terms xmlns="http://schemas.microsoft.com/office/infopath/2007/PartnerControls"/>
    </m8c4bb4451d64138a306757b008784a1>
    <IconOverlay xmlns="http://schemas.microsoft.com/sharepoint/v4" xsi:nil="true"/>
    <bcdc7148bbcf497a87e4a3c8d7a2911c xmlns="6c68856e-6b7f-4b9d-8496-3d4fa7eedc26">
      <Terms xmlns="http://schemas.microsoft.com/office/infopath/2007/PartnerControls"/>
    </bcdc7148bbcf497a87e4a3c8d7a2911c>
    <CategoryDescription xmlns="http://schemas.microsoft.com/sharepoint.v3" xsi:nil="true"/>
    <na67a3e0403b448b84f2d4dc44e2fb31 xmlns="6c68856e-6b7f-4b9d-8496-3d4fa7eedc26">
      <Terms xmlns="http://schemas.microsoft.com/office/infopath/2007/PartnerControls">
        <TermInfo xmlns="http://schemas.microsoft.com/office/infopath/2007/PartnerControls">
          <TermName xmlns="http://schemas.microsoft.com/office/infopath/2007/PartnerControls">de-DE</TermName>
          <TermId xmlns="http://schemas.microsoft.com/office/infopath/2007/PartnerControls">f18adfac-764c-4277-aa07-fe0b6c20ea16</TermId>
        </TermInfo>
      </Terms>
    </na67a3e0403b448b84f2d4dc44e2fb31>
    <aeb1ed4ed9bb4c80a5609567375cb887 xmlns="6c68856e-6b7f-4b9d-8496-3d4fa7eedc26">
      <Terms xmlns="http://schemas.microsoft.com/office/infopath/2007/PartnerControls">
        <TermInfo xmlns="http://schemas.microsoft.com/office/infopath/2007/PartnerControls">
          <TermName xmlns="http://schemas.microsoft.com/office/infopath/2007/PartnerControls">Press release</TermName>
          <TermId xmlns="http://schemas.microsoft.com/office/infopath/2007/PartnerControls">0f52d137-8c2b-436d-9240-3f3180b39a1e</TermId>
        </TermInfo>
      </Terms>
    </aeb1ed4ed9bb4c80a5609567375cb887>
    <Public xmlns="6c68856e-6b7f-4b9d-8496-3d4fa7eedc26">true</Public>
    <Hyperlink xmlns="ecf3afa4-822f-41d0-87f4-ed35996c19dc">
      <Url xsi:nil="true"/>
      <Description xsi:nil="true"/>
    </Hyperlink>
    <Link xmlns="ecf3afa4-822f-41d0-87f4-ed35996c19dc">
      <Url xsi:nil="true"/>
      <Description xsi:nil="true"/>
    </Link>
    <AllottedTo xmlns="6c68856e-6b7f-4b9d-8496-3d4fa7eedc26">
      <Value>EPLAN</Value>
      <Value>CIDEON</Value>
    </AllottedTo>
    <SharedWithUsers xmlns="4c337a84-f91c-48f4-b8e7-1ef65cf0649a">
      <UserInfo>
        <DisplayName>Haider, Andreas</DisplayName>
        <AccountId>2425</AccountId>
        <AccountType/>
      </UserInfo>
      <UserInfo>
        <DisplayName>Schreibmüller, Claas</DisplayName>
        <AccountId>323</AccountId>
        <AccountType/>
      </UserInfo>
      <UserInfo>
        <DisplayName>Seitz, Sebastian (Cideon)</DisplayName>
        <AccountId>1320</AccountId>
        <AccountType/>
      </UserInfo>
      <UserInfo>
        <DisplayName>Haluk Menderes</DisplayName>
        <AccountId>1448</AccountId>
        <AccountType/>
      </UserInfo>
      <UserInfo>
        <DisplayName>Michels, Thomas</DisplayName>
        <AccountId>108</AccountId>
        <AccountType/>
      </UserInfo>
      <UserInfo>
        <DisplayName>Hauke Niehus</DisplayName>
        <AccountId>2444</AccountId>
        <AccountType/>
      </UserInfo>
      <UserInfo>
        <DisplayName>Jaensch, Markus</DisplayName>
        <AccountId>1090</AccountId>
        <AccountType/>
      </UserInfo>
      <UserInfo>
        <DisplayName>Christel Burghardt</DisplayName>
        <AccountId>1375</AccountId>
        <AccountType/>
      </UserInfo>
      <UserInfo>
        <DisplayName>Nonnenbroich, Marie</DisplayName>
        <AccountId>2646</AccountId>
        <AccountType/>
      </UserInfo>
    </SharedWithUsers>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77F5BC-CECA-45AD-A5F1-467569392D7F}">
  <ds:schemaRefs>
    <ds:schemaRef ds:uri="http://schemas.microsoft.com/sharepoint/v3/contenttype/forms"/>
  </ds:schemaRefs>
</ds:datastoreItem>
</file>

<file path=customXml/itemProps2.xml><?xml version="1.0" encoding="utf-8"?>
<ds:datastoreItem xmlns:ds="http://schemas.openxmlformats.org/officeDocument/2006/customXml" ds:itemID="{19CA559F-AB37-48D8-B98D-7457432EA27F}">
  <ds:schemaRefs>
    <ds:schemaRef ds:uri="Microsoft.SharePoint.Taxonomy.ContentTypeSync"/>
  </ds:schemaRefs>
</ds:datastoreItem>
</file>

<file path=customXml/itemProps3.xml><?xml version="1.0" encoding="utf-8"?>
<ds:datastoreItem xmlns:ds="http://schemas.openxmlformats.org/officeDocument/2006/customXml" ds:itemID="{5A7F24A8-8D12-44B0-90AA-3637CB41701B}">
  <ds:schemaRefs>
    <ds:schemaRef ds:uri="http://schemas.microsoft.com/sharepoint/events"/>
  </ds:schemaRefs>
</ds:datastoreItem>
</file>

<file path=customXml/itemProps4.xml><?xml version="1.0" encoding="utf-8"?>
<ds:datastoreItem xmlns:ds="http://schemas.openxmlformats.org/officeDocument/2006/customXml" ds:itemID="{B008F1EA-9318-4C88-A9D3-31C304B7A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c68856e-6b7f-4b9d-8496-3d4fa7eedc26"/>
    <ds:schemaRef ds:uri="http://schemas.microsoft.com/sharepoint/v4"/>
    <ds:schemaRef ds:uri="ecf3afa4-822f-41d0-87f4-ed35996c19dc"/>
    <ds:schemaRef ds:uri="4c337a84-f91c-48f4-b8e7-1ef65cf064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FFE0932-5169-4EEE-B1AF-21F775D1D298}">
  <ds:schemaRefs>
    <ds:schemaRef ds:uri="http://schemas.microsoft.com/office/2006/metadata/properties"/>
    <ds:schemaRef ds:uri="http://schemas.microsoft.com/office/infopath/2007/PartnerControls"/>
    <ds:schemaRef ds:uri="6c68856e-6b7f-4b9d-8496-3d4fa7eedc26"/>
    <ds:schemaRef ds:uri="http://schemas.microsoft.com/sharepoint/v4"/>
    <ds:schemaRef ds:uri="http://schemas.microsoft.com/sharepoint.v3"/>
    <ds:schemaRef ds:uri="ecf3afa4-822f-41d0-87f4-ed35996c19dc"/>
    <ds:schemaRef ds:uri="4c337a84-f91c-48f4-b8e7-1ef65cf0649a"/>
  </ds:schemaRefs>
</ds:datastoreItem>
</file>

<file path=customXml/itemProps6.xml><?xml version="1.0" encoding="utf-8"?>
<ds:datastoreItem xmlns:ds="http://schemas.openxmlformats.org/officeDocument/2006/customXml" ds:itemID="{D99AF194-DF62-41CA-84A9-148A583623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PI Eplan Vorlage</Template>
  <TotalTime>0</TotalTime>
  <Pages>4</Pages>
  <Words>745</Words>
  <Characters>5348</Characters>
  <Application>Microsoft Office Word</Application>
  <DocSecurity>0</DocSecurity>
  <Lines>44</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Vorbericht SPS 2018</vt:lpstr>
      <vt:lpstr>Pressemeldung Eplan Harness proD 2 5</vt:lpstr>
    </vt:vector>
  </TitlesOfParts>
  <Company>Eplan</Company>
  <LinksUpToDate>false</LinksUpToDate>
  <CharactersWithSpaces>6081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Vorbericht SPS 2018</dc:title>
  <dc:creator>hag</dc:creator>
  <cp:lastModifiedBy>Steffen Maltzan</cp:lastModifiedBy>
  <cp:revision>13</cp:revision>
  <cp:lastPrinted>2021-10-25T13:42:00Z</cp:lastPrinted>
  <dcterms:created xsi:type="dcterms:W3CDTF">2021-11-18T07:50:00Z</dcterms:created>
  <dcterms:modified xsi:type="dcterms:W3CDTF">2021-11-22T20:35:00Z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0x0101000CDC54093BE90C4E8EB0BA503C510D9000298EC1F4F12D6C4880B758633B1F8476</vt:lpwstr>
  </property>
  <property fmtid="{D5CDD505-2E9C-101B-9397-08002B2CF9AE}" pid="3" name="Managed_x0020_Category">
    <vt:lpwstr/>
  </property>
  <property fmtid="{D5CDD505-2E9C-101B-9397-08002B2CF9AE}" pid="4" name="Release">
    <vt:lpwstr/>
  </property>
  <property fmtid="{D5CDD505-2E9C-101B-9397-08002B2CF9AE}" pid="5" name="Related_x0020_Language">
    <vt:lpwstr>115;#de-DE|f18adfac-764c-4277-aa07-fe0b6c20ea16</vt:lpwstr>
  </property>
  <property fmtid="{D5CDD505-2E9C-101B-9397-08002B2CF9AE}" pid="6" name="Managed_x0020_Industry">
    <vt:lpwstr>121;#Control Cabinet Engineering|8e905069-3c2e-47e8-98f2-a5a3ee56f36d;#26;#Electrical engineering|747cafda-821d-453a-9345-60891c2b10d3;#48;#Machine building|379e54b3-e350-4bee-8004-efc075df4fe3</vt:lpwstr>
  </property>
  <property fmtid="{D5CDD505-2E9C-101B-9397-08002B2CF9AE}" pid="7" name="Managed_x0020_Use">
    <vt:lpwstr>20;#Press release|0f52d137-8c2b-436d-9240-3f3180b39a1e</vt:lpwstr>
  </property>
  <property fmtid="{D5CDD505-2E9C-101B-9397-08002B2CF9AE}" pid="8" name="Managed_x0020_Products">
    <vt:lpwstr>79;#EPLAN Pro Panel|7cf1a3a8-8251-4348-9679-8483ad581c09</vt:lpwstr>
  </property>
  <property fmtid="{D5CDD505-2E9C-101B-9397-08002B2CF9AE}" pid="9" name="Managed Use">
    <vt:lpwstr>20;#Press release|0f52d137-8c2b-436d-9240-3f3180b39a1e</vt:lpwstr>
  </property>
  <property fmtid="{D5CDD505-2E9C-101B-9397-08002B2CF9AE}" pid="10" name="Managed Category">
    <vt:lpwstr/>
  </property>
  <property fmtid="{D5CDD505-2E9C-101B-9397-08002B2CF9AE}" pid="11" name="Managed Industry">
    <vt:lpwstr/>
  </property>
  <property fmtid="{D5CDD505-2E9C-101B-9397-08002B2CF9AE}" pid="12" name="Managed Products">
    <vt:lpwstr>83;#EPLAN Platform|d52f562b-504d-483b-81c0-73730efabefc</vt:lpwstr>
  </property>
  <property fmtid="{D5CDD505-2E9C-101B-9397-08002B2CF9AE}" pid="13" name="Related Language">
    <vt:lpwstr>115;#de-DE|f18adfac-764c-4277-aa07-fe0b6c20ea16</vt:lpwstr>
  </property>
  <property fmtid="{D5CDD505-2E9C-101B-9397-08002B2CF9AE}" pid="14" name="_NewReviewCycle">
    <vt:lpwstr/>
  </property>
  <property fmtid="{D5CDD505-2E9C-101B-9397-08002B2CF9AE}" pid="15" name="TaxCatchAll">
    <vt:lpwstr>20;#Press release|0f52d137-8c2b-436d-9240-3f3180b39a1e;#115;#de-DE|f18adfac-764c-4277-aa07-fe0b6c20ea16;#83;#EPLAN Platform|d52f562b-504d-483b-81c0-73730efabefc</vt:lpwstr>
  </property>
  <property fmtid="{D5CDD505-2E9C-101B-9397-08002B2CF9AE}" pid="16" name="SPPCopyMoveEvent">
    <vt:lpwstr>1</vt:lpwstr>
  </property>
</Properties>
</file>